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D77" w:rsidRPr="00B36E4F" w:rsidRDefault="00E33A9D" w:rsidP="002C165A">
      <w:pPr>
        <w:pStyle w:val="Heading110"/>
        <w:shd w:val="clear" w:color="auto" w:fill="auto"/>
        <w:spacing w:after="120" w:line="276" w:lineRule="auto"/>
        <w:rPr>
          <w:color w:val="000000"/>
          <w:lang w:val="mk-MK" w:bidi="en-US"/>
        </w:rPr>
      </w:pPr>
      <w:bookmarkStart w:id="0" w:name="bookmark0"/>
      <w:bookmarkStart w:id="1" w:name="_GoBack"/>
      <w:bookmarkEnd w:id="1"/>
      <w:r w:rsidRPr="00B36E4F">
        <w:rPr>
          <w:color w:val="000000"/>
          <w:lang w:val="mk-MK" w:bidi="en-US"/>
        </w:rPr>
        <w:t>Симулација на климатска акција</w:t>
      </w:r>
      <w:r w:rsidR="00DC05B0" w:rsidRPr="00B36E4F">
        <w:rPr>
          <w:color w:val="000000"/>
          <w:lang w:bidi="en-US"/>
        </w:rPr>
        <w:t xml:space="preserve">: </w:t>
      </w:r>
      <w:bookmarkEnd w:id="0"/>
      <w:r w:rsidRPr="00B36E4F">
        <w:rPr>
          <w:color w:val="000000"/>
          <w:lang w:val="mk-MK" w:bidi="en-US"/>
        </w:rPr>
        <w:t>Развиени Нации</w:t>
      </w:r>
    </w:p>
    <w:tbl>
      <w:tblPr>
        <w:tblStyle w:val="TableGrid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134"/>
        <w:gridCol w:w="5953"/>
      </w:tblGrid>
      <w:tr w:rsidR="004D0CFD" w:rsidRPr="00B36E4F" w:rsidTr="002C165A">
        <w:trPr>
          <w:trHeight w:val="725"/>
        </w:trPr>
        <w:tc>
          <w:tcPr>
            <w:tcW w:w="2660" w:type="dxa"/>
            <w:vMerge w:val="restart"/>
          </w:tcPr>
          <w:p w:rsidR="004D0CFD" w:rsidRPr="00B36E4F" w:rsidRDefault="0091067F" w:rsidP="004D0CFD">
            <w:pPr>
              <w:rPr>
                <w:sz w:val="16"/>
                <w:szCs w:val="16"/>
              </w:rPr>
            </w:pPr>
            <w:r w:rsidRPr="00B36E4F">
              <w:rPr>
                <w:noProof/>
                <w:sz w:val="16"/>
                <w:szCs w:val="16"/>
                <w:lang w:eastAsia="en-GB"/>
              </w:rPr>
              <w:drawing>
                <wp:anchor distT="0" distB="0" distL="63500" distR="63500" simplePos="0" relativeHeight="377491201" behindDoc="1" locked="0" layoutInCell="1" allowOverlap="1" wp14:anchorId="1580DA0A" wp14:editId="0B397AFE">
                  <wp:simplePos x="0" y="0"/>
                  <wp:positionH relativeFrom="margin">
                    <wp:posOffset>-13970</wp:posOffset>
                  </wp:positionH>
                  <wp:positionV relativeFrom="paragraph">
                    <wp:posOffset>40640</wp:posOffset>
                  </wp:positionV>
                  <wp:extent cx="1615440" cy="871855"/>
                  <wp:effectExtent l="0" t="0" r="3810" b="4445"/>
                  <wp:wrapSquare wrapText="bothSides"/>
                  <wp:docPr id="6" name="Picture 6" descr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5440" cy="8718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34" w:type="dxa"/>
          </w:tcPr>
          <w:p w:rsidR="004D0CFD" w:rsidRPr="00B36E4F" w:rsidRDefault="00E33A9D" w:rsidP="002C165A">
            <w:pPr>
              <w:spacing w:before="120"/>
              <w:rPr>
                <w:b/>
              </w:rPr>
            </w:pPr>
            <w:r w:rsidRPr="00B36E4F">
              <w:rPr>
                <w:b/>
                <w:color w:val="000000"/>
                <w:lang w:val="mk-MK" w:bidi="en-US"/>
              </w:rPr>
              <w:t>До</w:t>
            </w:r>
            <w:r w:rsidR="004D0CFD" w:rsidRPr="00B36E4F">
              <w:rPr>
                <w:b/>
                <w:color w:val="000000"/>
                <w:lang w:bidi="en-US"/>
              </w:rPr>
              <w:t xml:space="preserve">: </w:t>
            </w:r>
          </w:p>
        </w:tc>
        <w:tc>
          <w:tcPr>
            <w:tcW w:w="5953" w:type="dxa"/>
          </w:tcPr>
          <w:p w:rsidR="004D0CFD" w:rsidRPr="00B36E4F" w:rsidRDefault="00E33A9D" w:rsidP="002C165A">
            <w:pPr>
              <w:spacing w:before="120"/>
              <w:rPr>
                <w:b/>
                <w:color w:val="000000"/>
                <w:lang w:val="mk-MK" w:bidi="en-US"/>
              </w:rPr>
            </w:pPr>
            <w:r w:rsidRPr="00B36E4F">
              <w:rPr>
                <w:b/>
                <w:color w:val="000000"/>
                <w:lang w:val="mk-MK" w:bidi="en-US"/>
              </w:rPr>
              <w:t>Главните преговарачи за Развиените Нации</w:t>
            </w:r>
          </w:p>
          <w:p w:rsidR="004D0CFD" w:rsidRPr="00B36E4F" w:rsidRDefault="004D0CFD" w:rsidP="00E33A9D">
            <w:r w:rsidRPr="00B36E4F">
              <w:rPr>
                <w:color w:val="000000"/>
                <w:lang w:bidi="en-US"/>
              </w:rPr>
              <w:t>(</w:t>
            </w:r>
            <w:r w:rsidR="00E33A9D" w:rsidRPr="00B36E4F">
              <w:rPr>
                <w:color w:val="000000"/>
                <w:lang w:val="mk-MK" w:bidi="en-US"/>
              </w:rPr>
              <w:t>САД</w:t>
            </w:r>
            <w:r w:rsidRPr="00B36E4F">
              <w:rPr>
                <w:color w:val="000000"/>
                <w:lang w:bidi="en-US"/>
              </w:rPr>
              <w:t xml:space="preserve">, </w:t>
            </w:r>
            <w:r w:rsidR="00E33A9D" w:rsidRPr="00B36E4F">
              <w:rPr>
                <w:color w:val="000000"/>
                <w:lang w:val="mk-MK" w:bidi="en-US"/>
              </w:rPr>
              <w:t>Канада</w:t>
            </w:r>
            <w:r w:rsidRPr="00B36E4F">
              <w:rPr>
                <w:color w:val="000000"/>
                <w:lang w:bidi="en-US"/>
              </w:rPr>
              <w:t xml:space="preserve">, </w:t>
            </w:r>
            <w:r w:rsidR="00E33A9D" w:rsidRPr="00B36E4F">
              <w:rPr>
                <w:color w:val="000000"/>
                <w:lang w:val="mk-MK" w:bidi="en-US"/>
              </w:rPr>
              <w:t>Европска Унија</w:t>
            </w:r>
            <w:r w:rsidRPr="00B36E4F">
              <w:rPr>
                <w:color w:val="000000"/>
                <w:lang w:bidi="en-US"/>
              </w:rPr>
              <w:t xml:space="preserve">, </w:t>
            </w:r>
            <w:r w:rsidR="00E33A9D" w:rsidRPr="00B36E4F">
              <w:rPr>
                <w:color w:val="000000"/>
                <w:lang w:val="mk-MK" w:bidi="en-US"/>
              </w:rPr>
              <w:t>Јапонија</w:t>
            </w:r>
            <w:r w:rsidRPr="00B36E4F">
              <w:rPr>
                <w:color w:val="000000"/>
                <w:lang w:bidi="en-US"/>
              </w:rPr>
              <w:t xml:space="preserve">, </w:t>
            </w:r>
            <w:r w:rsidR="00E33A9D" w:rsidRPr="00B36E4F">
              <w:rPr>
                <w:color w:val="000000"/>
                <w:lang w:val="mk-MK" w:bidi="en-US"/>
              </w:rPr>
              <w:t>Русија</w:t>
            </w:r>
            <w:r w:rsidRPr="00B36E4F">
              <w:rPr>
                <w:color w:val="000000"/>
                <w:lang w:bidi="en-US"/>
              </w:rPr>
              <w:t xml:space="preserve"> </w:t>
            </w:r>
            <w:r w:rsidR="00E33A9D" w:rsidRPr="00B36E4F">
              <w:rPr>
                <w:color w:val="000000"/>
                <w:lang w:val="mk-MK" w:bidi="en-US"/>
              </w:rPr>
              <w:t>и други поранешни Советски Републики</w:t>
            </w:r>
            <w:r w:rsidRPr="00B36E4F">
              <w:rPr>
                <w:color w:val="000000"/>
                <w:lang w:bidi="en-US"/>
              </w:rPr>
              <w:t xml:space="preserve">, </w:t>
            </w:r>
            <w:r w:rsidR="00E33A9D" w:rsidRPr="00B36E4F">
              <w:rPr>
                <w:color w:val="000000"/>
                <w:lang w:val="mk-MK" w:bidi="en-US"/>
              </w:rPr>
              <w:t>Јужна Кореја</w:t>
            </w:r>
            <w:r w:rsidR="00E33A9D" w:rsidRPr="00B36E4F">
              <w:rPr>
                <w:color w:val="000000"/>
                <w:lang w:bidi="en-US"/>
              </w:rPr>
              <w:t xml:space="preserve">, </w:t>
            </w:r>
            <w:r w:rsidR="00E33A9D" w:rsidRPr="00B36E4F">
              <w:rPr>
                <w:color w:val="000000"/>
                <w:lang w:val="mk-MK" w:bidi="en-US"/>
              </w:rPr>
              <w:t>Австралија</w:t>
            </w:r>
            <w:r w:rsidRPr="00B36E4F">
              <w:rPr>
                <w:color w:val="000000"/>
                <w:lang w:bidi="en-US"/>
              </w:rPr>
              <w:t xml:space="preserve">, </w:t>
            </w:r>
            <w:r w:rsidR="00E33A9D" w:rsidRPr="00B36E4F">
              <w:rPr>
                <w:color w:val="000000"/>
                <w:lang w:val="mk-MK" w:bidi="en-US"/>
              </w:rPr>
              <w:t>Нов Зеланд</w:t>
            </w:r>
            <w:r w:rsidRPr="00B36E4F">
              <w:rPr>
                <w:color w:val="000000"/>
                <w:lang w:bidi="en-US"/>
              </w:rPr>
              <w:t>)</w:t>
            </w:r>
          </w:p>
        </w:tc>
      </w:tr>
      <w:tr w:rsidR="004D0CFD" w:rsidRPr="00B36E4F" w:rsidTr="002C165A">
        <w:trPr>
          <w:trHeight w:val="725"/>
        </w:trPr>
        <w:tc>
          <w:tcPr>
            <w:tcW w:w="2660" w:type="dxa"/>
            <w:vMerge/>
          </w:tcPr>
          <w:p w:rsidR="004D0CFD" w:rsidRPr="00B36E4F" w:rsidRDefault="004D0CFD" w:rsidP="004D0CFD">
            <w:pPr>
              <w:rPr>
                <w:lang w:bidi="en-US"/>
              </w:rPr>
            </w:pPr>
          </w:p>
        </w:tc>
        <w:tc>
          <w:tcPr>
            <w:tcW w:w="1134" w:type="dxa"/>
          </w:tcPr>
          <w:p w:rsidR="004D0CFD" w:rsidRPr="00B36E4F" w:rsidRDefault="00E33A9D" w:rsidP="002C165A">
            <w:pPr>
              <w:spacing w:before="120"/>
              <w:rPr>
                <w:b/>
                <w:color w:val="000000"/>
                <w:lang w:bidi="en-US"/>
              </w:rPr>
            </w:pPr>
            <w:r w:rsidRPr="00B36E4F">
              <w:rPr>
                <w:b/>
                <w:color w:val="000000"/>
                <w:sz w:val="20"/>
                <w:szCs w:val="20"/>
                <w:lang w:val="mk-MK" w:bidi="en-US"/>
              </w:rPr>
              <w:t>Предмет</w:t>
            </w:r>
            <w:r w:rsidR="004D0CFD" w:rsidRPr="00B36E4F">
              <w:rPr>
                <w:b/>
                <w:color w:val="000000"/>
                <w:lang w:bidi="en-US"/>
              </w:rPr>
              <w:t>:</w:t>
            </w:r>
          </w:p>
        </w:tc>
        <w:tc>
          <w:tcPr>
            <w:tcW w:w="5953" w:type="dxa"/>
          </w:tcPr>
          <w:p w:rsidR="004D0CFD" w:rsidRPr="00B36E4F" w:rsidRDefault="00E33A9D" w:rsidP="002C165A">
            <w:pPr>
              <w:spacing w:before="120"/>
              <w:rPr>
                <w:b/>
                <w:color w:val="000000"/>
                <w:lang w:val="mk-MK" w:bidi="en-US"/>
              </w:rPr>
            </w:pPr>
            <w:r w:rsidRPr="00B36E4F">
              <w:rPr>
                <w:b/>
                <w:color w:val="000000"/>
                <w:lang w:val="mk-MK" w:bidi="en-US"/>
              </w:rPr>
              <w:t>Подготовка за Самитот на Климатските Активности</w:t>
            </w:r>
          </w:p>
        </w:tc>
      </w:tr>
    </w:tbl>
    <w:p w:rsidR="004D0CFD" w:rsidRPr="00B36E4F" w:rsidRDefault="004D0CFD" w:rsidP="002C165A"/>
    <w:p w:rsidR="002C1D77" w:rsidRPr="00B36E4F" w:rsidRDefault="00E33A9D" w:rsidP="002C165A">
      <w:pPr>
        <w:spacing w:after="120"/>
      </w:pPr>
      <w:proofErr w:type="spellStart"/>
      <w:r w:rsidRPr="00B36E4F">
        <w:rPr>
          <w:lang w:val="mk-MK" w:bidi="en-US"/>
        </w:rPr>
        <w:t>Добредојтовте</w:t>
      </w:r>
      <w:proofErr w:type="spellEnd"/>
      <w:r w:rsidRPr="00B36E4F">
        <w:rPr>
          <w:lang w:val="mk-MK" w:bidi="en-US"/>
        </w:rPr>
        <w:t xml:space="preserve"> на Самитот за Климатска Акција</w:t>
      </w:r>
      <w:r w:rsidR="00DC05B0" w:rsidRPr="00B36E4F">
        <w:rPr>
          <w:lang w:bidi="en-US"/>
        </w:rPr>
        <w:t xml:space="preserve">. </w:t>
      </w:r>
      <w:r w:rsidRPr="00B36E4F">
        <w:rPr>
          <w:lang w:val="mk-MK" w:bidi="en-US"/>
        </w:rPr>
        <w:t xml:space="preserve">Вие и лидерите од сите </w:t>
      </w:r>
      <w:proofErr w:type="spellStart"/>
      <w:r w:rsidRPr="00B36E4F">
        <w:rPr>
          <w:lang w:val="mk-MK" w:bidi="en-US"/>
        </w:rPr>
        <w:t>релеватни</w:t>
      </w:r>
      <w:proofErr w:type="spellEnd"/>
      <w:r w:rsidRPr="00B36E4F">
        <w:rPr>
          <w:lang w:val="mk-MK" w:bidi="en-US"/>
        </w:rPr>
        <w:t xml:space="preserve"> засегнати страни бевте поканети од страна на Генералниот секретар на ООН да работите заедно за успешно решавање на климатските промени</w:t>
      </w:r>
      <w:r w:rsidR="00DC05B0" w:rsidRPr="00B36E4F">
        <w:rPr>
          <w:lang w:bidi="en-US"/>
        </w:rPr>
        <w:t xml:space="preserve">. </w:t>
      </w:r>
      <w:r w:rsidRPr="00B36E4F">
        <w:rPr>
          <w:lang w:val="mk-MK" w:bidi="en-US"/>
        </w:rPr>
        <w:t>Во поканата</w:t>
      </w:r>
      <w:r w:rsidR="00DC05B0" w:rsidRPr="00B36E4F">
        <w:rPr>
          <w:lang w:bidi="en-US"/>
        </w:rPr>
        <w:t xml:space="preserve">, </w:t>
      </w:r>
      <w:r w:rsidRPr="00B36E4F">
        <w:rPr>
          <w:lang w:val="mk-MK" w:bidi="en-US"/>
        </w:rPr>
        <w:t>Генералниот секретар</w:t>
      </w:r>
      <w:r w:rsidR="00DC05B0" w:rsidRPr="00B36E4F">
        <w:rPr>
          <w:lang w:bidi="en-US"/>
        </w:rPr>
        <w:t xml:space="preserve"> </w:t>
      </w:r>
      <w:r w:rsidRPr="00B36E4F">
        <w:rPr>
          <w:rStyle w:val="Bodytext2"/>
          <w:lang w:val="mk-MK"/>
        </w:rPr>
        <w:t>истакна</w:t>
      </w:r>
      <w:r w:rsidR="00DC05B0" w:rsidRPr="00B36E4F">
        <w:t xml:space="preserve"> </w:t>
      </w:r>
      <w:r w:rsidRPr="00B36E4F">
        <w:rPr>
          <w:lang w:val="mk-MK" w:bidi="en-US"/>
        </w:rPr>
        <w:t>дека</w:t>
      </w:r>
      <w:r w:rsidR="00DC05B0" w:rsidRPr="00B36E4F">
        <w:rPr>
          <w:lang w:bidi="en-US"/>
        </w:rPr>
        <w:t>: “</w:t>
      </w:r>
      <w:r w:rsidRPr="00B36E4F">
        <w:rPr>
          <w:lang w:val="mk-MK" w:bidi="en-US"/>
        </w:rPr>
        <w:t>Климатскиот итен случај е трка што ја губиме</w:t>
      </w:r>
      <w:r w:rsidR="00DC05B0" w:rsidRPr="00B36E4F">
        <w:rPr>
          <w:lang w:bidi="en-US"/>
        </w:rPr>
        <w:t xml:space="preserve">, </w:t>
      </w:r>
      <w:r w:rsidRPr="00B36E4F">
        <w:rPr>
          <w:lang w:val="mk-MK" w:bidi="en-US"/>
        </w:rPr>
        <w:t>но тоа е трката што можеме да ја победиме</w:t>
      </w:r>
      <w:r w:rsidR="00BE2C0D" w:rsidRPr="00B36E4F">
        <w:rPr>
          <w:lang w:bidi="en-US"/>
        </w:rPr>
        <w:t xml:space="preserve"> </w:t>
      </w:r>
      <w:r w:rsidR="00DC05B0" w:rsidRPr="00B36E4F">
        <w:rPr>
          <w:lang w:bidi="en-US"/>
        </w:rPr>
        <w:t>...</w:t>
      </w:r>
      <w:r w:rsidR="00BE2C0D" w:rsidRPr="00B36E4F">
        <w:rPr>
          <w:lang w:bidi="en-US"/>
        </w:rPr>
        <w:t xml:space="preserve"> </w:t>
      </w:r>
      <w:r w:rsidRPr="00B36E4F">
        <w:rPr>
          <w:lang w:val="mk-MK" w:bidi="en-US"/>
        </w:rPr>
        <w:t>Најдобрата наука</w:t>
      </w:r>
      <w:r w:rsidR="00BE2C0D" w:rsidRPr="00B36E4F">
        <w:rPr>
          <w:lang w:bidi="en-US"/>
        </w:rPr>
        <w:t xml:space="preserve"> </w:t>
      </w:r>
      <w:r w:rsidR="00DC05B0" w:rsidRPr="00B36E4F">
        <w:rPr>
          <w:lang w:bidi="en-US"/>
        </w:rPr>
        <w:t>...</w:t>
      </w:r>
      <w:r w:rsidR="00BE2C0D" w:rsidRPr="00B36E4F">
        <w:rPr>
          <w:lang w:bidi="en-US"/>
        </w:rPr>
        <w:t xml:space="preserve"> </w:t>
      </w:r>
      <w:r w:rsidR="00B629B3" w:rsidRPr="00B36E4F">
        <w:rPr>
          <w:lang w:val="mk-MK" w:bidi="en-US"/>
        </w:rPr>
        <w:t xml:space="preserve">ни кажува дека секое покачување на температурата над </w:t>
      </w:r>
      <w:r w:rsidR="00DC05B0" w:rsidRPr="00B36E4F">
        <w:rPr>
          <w:lang w:bidi="en-US"/>
        </w:rPr>
        <w:t xml:space="preserve">1.5°C </w:t>
      </w:r>
      <w:r w:rsidR="00B629B3" w:rsidRPr="00B36E4F">
        <w:rPr>
          <w:lang w:val="mk-MK" w:bidi="en-US"/>
        </w:rPr>
        <w:t>ќе доведе до големи и неповратни оштетувања на еко - системите</w:t>
      </w:r>
      <w:r w:rsidR="00BE2C0D" w:rsidRPr="00B36E4F">
        <w:rPr>
          <w:lang w:bidi="en-US"/>
        </w:rPr>
        <w:t xml:space="preserve"> </w:t>
      </w:r>
      <w:r w:rsidR="00B629B3" w:rsidRPr="00B36E4F">
        <w:rPr>
          <w:lang w:val="mk-MK" w:bidi="en-US"/>
        </w:rPr>
        <w:t>што не поддржуваат</w:t>
      </w:r>
      <w:r w:rsidR="00DC05B0" w:rsidRPr="00B36E4F">
        <w:rPr>
          <w:lang w:bidi="en-US"/>
        </w:rPr>
        <w:t>...</w:t>
      </w:r>
      <w:r w:rsidR="00BE2C0D" w:rsidRPr="00B36E4F">
        <w:rPr>
          <w:lang w:bidi="en-US"/>
        </w:rPr>
        <w:t xml:space="preserve"> </w:t>
      </w:r>
      <w:r w:rsidR="00B629B3" w:rsidRPr="00B36E4F">
        <w:rPr>
          <w:lang w:val="mk-MK" w:bidi="en-US"/>
        </w:rPr>
        <w:t>Но науката исто така ни кажува дека не е премногу доцна</w:t>
      </w:r>
      <w:r w:rsidR="00DC05B0" w:rsidRPr="00B36E4F">
        <w:rPr>
          <w:lang w:bidi="en-US"/>
        </w:rPr>
        <w:t xml:space="preserve">. </w:t>
      </w:r>
      <w:r w:rsidR="00B629B3" w:rsidRPr="00B36E4F">
        <w:rPr>
          <w:lang w:val="mk-MK" w:bidi="en-US"/>
        </w:rPr>
        <w:t>Ние можеме да го сториме тоа</w:t>
      </w:r>
      <w:r w:rsidR="00BE2C0D" w:rsidRPr="00B36E4F">
        <w:rPr>
          <w:lang w:bidi="en-US"/>
        </w:rPr>
        <w:t xml:space="preserve"> </w:t>
      </w:r>
      <w:r w:rsidR="00DC05B0" w:rsidRPr="00B36E4F">
        <w:rPr>
          <w:lang w:bidi="en-US"/>
        </w:rPr>
        <w:t>...</w:t>
      </w:r>
      <w:r w:rsidR="00BE2C0D" w:rsidRPr="00B36E4F">
        <w:rPr>
          <w:lang w:bidi="en-US"/>
        </w:rPr>
        <w:t xml:space="preserve"> </w:t>
      </w:r>
      <w:r w:rsidR="00B629B3" w:rsidRPr="00B36E4F">
        <w:rPr>
          <w:lang w:val="mk-MK" w:bidi="en-US"/>
        </w:rPr>
        <w:t>Но тоа ќе бара фундаментални трансформации во сите аспекти на општеството</w:t>
      </w:r>
      <w:r w:rsidR="00BE2C0D" w:rsidRPr="00B36E4F">
        <w:rPr>
          <w:lang w:bidi="en-US"/>
        </w:rPr>
        <w:t xml:space="preserve"> </w:t>
      </w:r>
      <w:r w:rsidR="00DC05B0" w:rsidRPr="00B36E4F">
        <w:rPr>
          <w:lang w:bidi="en-US"/>
        </w:rPr>
        <w:t>—</w:t>
      </w:r>
      <w:r w:rsidR="00BE2C0D" w:rsidRPr="00B36E4F">
        <w:rPr>
          <w:lang w:bidi="en-US"/>
        </w:rPr>
        <w:t xml:space="preserve"> </w:t>
      </w:r>
      <w:r w:rsidR="00B629B3" w:rsidRPr="00B36E4F">
        <w:rPr>
          <w:lang w:val="mk-MK" w:bidi="en-US"/>
        </w:rPr>
        <w:t>како одгледуваме храна</w:t>
      </w:r>
      <w:r w:rsidR="00DC05B0" w:rsidRPr="00B36E4F">
        <w:rPr>
          <w:lang w:bidi="en-US"/>
        </w:rPr>
        <w:t xml:space="preserve">, </w:t>
      </w:r>
      <w:r w:rsidR="00B629B3" w:rsidRPr="00B36E4F">
        <w:rPr>
          <w:lang w:val="mk-MK" w:bidi="en-US"/>
        </w:rPr>
        <w:t>користиме земја</w:t>
      </w:r>
      <w:r w:rsidR="00DC05B0" w:rsidRPr="00B36E4F">
        <w:rPr>
          <w:lang w:bidi="en-US"/>
        </w:rPr>
        <w:t xml:space="preserve">, </w:t>
      </w:r>
      <w:r w:rsidR="00B629B3" w:rsidRPr="00B36E4F">
        <w:rPr>
          <w:lang w:val="mk-MK" w:bidi="en-US"/>
        </w:rPr>
        <w:t>гориво за транспорт</w:t>
      </w:r>
      <w:r w:rsidR="00DC05B0" w:rsidRPr="00B36E4F">
        <w:rPr>
          <w:lang w:bidi="en-US"/>
        </w:rPr>
        <w:t xml:space="preserve"> </w:t>
      </w:r>
      <w:r w:rsidR="00B629B3" w:rsidRPr="00B36E4F">
        <w:rPr>
          <w:lang w:val="mk-MK" w:bidi="en-US"/>
        </w:rPr>
        <w:t>и</w:t>
      </w:r>
      <w:r w:rsidR="00DC05B0" w:rsidRPr="00B36E4F">
        <w:rPr>
          <w:lang w:bidi="en-US"/>
        </w:rPr>
        <w:t xml:space="preserve"> </w:t>
      </w:r>
      <w:r w:rsidR="006933D5" w:rsidRPr="00B36E4F">
        <w:rPr>
          <w:lang w:val="mk-MK" w:bidi="en-US"/>
        </w:rPr>
        <w:t>владееме со нашата економија</w:t>
      </w:r>
      <w:r w:rsidR="00BE2C0D" w:rsidRPr="00B36E4F">
        <w:rPr>
          <w:lang w:bidi="en-US"/>
        </w:rPr>
        <w:t xml:space="preserve"> </w:t>
      </w:r>
      <w:r w:rsidR="00DC05B0" w:rsidRPr="00B36E4F">
        <w:rPr>
          <w:lang w:bidi="en-US"/>
        </w:rPr>
        <w:t>...</w:t>
      </w:r>
      <w:r w:rsidR="00BE2C0D" w:rsidRPr="00B36E4F">
        <w:rPr>
          <w:lang w:bidi="en-US"/>
        </w:rPr>
        <w:t xml:space="preserve"> </w:t>
      </w:r>
      <w:r w:rsidR="006933D5" w:rsidRPr="00B36E4F">
        <w:rPr>
          <w:lang w:val="mk-MK" w:bidi="en-US"/>
        </w:rPr>
        <w:t>Со заедничко дејствување</w:t>
      </w:r>
      <w:r w:rsidR="00DC05B0" w:rsidRPr="00B36E4F">
        <w:rPr>
          <w:lang w:bidi="en-US"/>
        </w:rPr>
        <w:t xml:space="preserve">, </w:t>
      </w:r>
      <w:r w:rsidR="006933D5" w:rsidRPr="00B36E4F">
        <w:rPr>
          <w:lang w:val="mk-MK" w:bidi="en-US"/>
        </w:rPr>
        <w:t>нема да оставиме никој зад тоа</w:t>
      </w:r>
      <w:r w:rsidR="00DC05B0" w:rsidRPr="00B36E4F">
        <w:rPr>
          <w:lang w:bidi="en-US"/>
        </w:rPr>
        <w:t>.”</w:t>
      </w:r>
    </w:p>
    <w:p w:rsidR="002C1D77" w:rsidRPr="00B36E4F" w:rsidRDefault="006933D5" w:rsidP="000A6D24">
      <w:pPr>
        <w:spacing w:after="120" w:line="276" w:lineRule="auto"/>
      </w:pPr>
      <w:r w:rsidRPr="00B36E4F">
        <w:rPr>
          <w:color w:val="000000"/>
          <w:lang w:val="mk-MK" w:bidi="en-US"/>
        </w:rPr>
        <w:t xml:space="preserve">Целта на самитот е да се создаде план за ограничување на глобалното затоплување за помалку од </w:t>
      </w:r>
      <w:r w:rsidR="00DC05B0" w:rsidRPr="00B36E4F">
        <w:rPr>
          <w:color w:val="000000"/>
          <w:lang w:bidi="en-US"/>
        </w:rPr>
        <w:t xml:space="preserve"> 2°C [3.6°F] </w:t>
      </w:r>
      <w:r w:rsidRPr="00B36E4F">
        <w:rPr>
          <w:color w:val="000000"/>
          <w:lang w:val="mk-MK" w:bidi="en-US"/>
        </w:rPr>
        <w:t>над</w:t>
      </w:r>
      <w:r w:rsidR="00DC05B0" w:rsidRPr="00B36E4F">
        <w:rPr>
          <w:color w:val="000000"/>
          <w:lang w:bidi="en-US"/>
        </w:rPr>
        <w:t xml:space="preserve"> </w:t>
      </w:r>
      <w:r w:rsidRPr="00B36E4F">
        <w:rPr>
          <w:color w:val="000000"/>
          <w:lang w:val="mk-MK" w:bidi="en-US"/>
        </w:rPr>
        <w:t>пред</w:t>
      </w:r>
      <w:r w:rsidR="00DC05B0" w:rsidRPr="00B36E4F">
        <w:rPr>
          <w:color w:val="000000"/>
          <w:lang w:bidi="en-US"/>
        </w:rPr>
        <w:t>-</w:t>
      </w:r>
      <w:r w:rsidRPr="00B36E4F">
        <w:rPr>
          <w:color w:val="000000"/>
          <w:lang w:val="mk-MK" w:bidi="en-US"/>
        </w:rPr>
        <w:t>индустриското ниво и да се залагаме кон</w:t>
      </w:r>
      <w:r w:rsidR="00DC05B0" w:rsidRPr="00B36E4F">
        <w:rPr>
          <w:color w:val="000000"/>
          <w:lang w:bidi="en-US"/>
        </w:rPr>
        <w:t xml:space="preserve"> 1.5°C [2.7°F], </w:t>
      </w:r>
      <w:r w:rsidRPr="00B36E4F">
        <w:rPr>
          <w:color w:val="000000"/>
          <w:lang w:val="mk-MK" w:bidi="en-US"/>
        </w:rPr>
        <w:t>на меѓународните цели формално признаени во Договорот за климатски услови во Париз</w:t>
      </w:r>
      <w:r w:rsidR="00DC05B0" w:rsidRPr="00B36E4F">
        <w:rPr>
          <w:color w:val="000000"/>
          <w:lang w:bidi="en-US"/>
        </w:rPr>
        <w:t xml:space="preserve">. </w:t>
      </w:r>
      <w:r w:rsidRPr="00B36E4F">
        <w:rPr>
          <w:rStyle w:val="Bodytext2"/>
          <w:lang w:val="mk-MK"/>
        </w:rPr>
        <w:t>Научните докази</w:t>
      </w:r>
      <w:r w:rsidR="00DC05B0" w:rsidRPr="00B36E4F">
        <w:t xml:space="preserve"> </w:t>
      </w:r>
      <w:r w:rsidRPr="00B36E4F">
        <w:rPr>
          <w:color w:val="000000"/>
          <w:lang w:val="mk-MK" w:bidi="en-US"/>
        </w:rPr>
        <w:t>се јасни</w:t>
      </w:r>
      <w:r w:rsidR="00DC05B0" w:rsidRPr="00B36E4F">
        <w:rPr>
          <w:color w:val="000000"/>
          <w:lang w:bidi="en-US"/>
        </w:rPr>
        <w:t xml:space="preserve">: </w:t>
      </w:r>
      <w:r w:rsidRPr="00B36E4F">
        <w:rPr>
          <w:color w:val="000000"/>
          <w:lang w:val="mk-MK" w:bidi="en-US"/>
        </w:rPr>
        <w:t xml:space="preserve">затоплувањето над оваа граница ќе донесе катастрофални и неповратни влијанија кое се закануваат по здравјето </w:t>
      </w:r>
      <w:r w:rsidRPr="00B36E4F">
        <w:rPr>
          <w:color w:val="000000"/>
          <w:lang w:bidi="en-US"/>
        </w:rPr>
        <w:t xml:space="preserve">, </w:t>
      </w:r>
      <w:r w:rsidRPr="00B36E4F">
        <w:rPr>
          <w:color w:val="000000"/>
          <w:lang w:val="mk-MK" w:bidi="en-US"/>
        </w:rPr>
        <w:t>просперитетот</w:t>
      </w:r>
      <w:r w:rsidR="00DC05B0" w:rsidRPr="00B36E4F">
        <w:rPr>
          <w:color w:val="000000"/>
          <w:lang w:bidi="en-US"/>
        </w:rPr>
        <w:t xml:space="preserve">, </w:t>
      </w:r>
      <w:r w:rsidRPr="00B36E4F">
        <w:rPr>
          <w:color w:val="000000"/>
          <w:lang w:val="mk-MK" w:bidi="en-US"/>
        </w:rPr>
        <w:t>и животот на луѓето од сите нации</w:t>
      </w:r>
      <w:r w:rsidR="00DC05B0" w:rsidRPr="00B36E4F">
        <w:rPr>
          <w:color w:val="000000"/>
          <w:lang w:bidi="en-US"/>
        </w:rPr>
        <w:t>.</w:t>
      </w:r>
    </w:p>
    <w:p w:rsidR="002C1D77" w:rsidRPr="00B36E4F" w:rsidRDefault="006933D5" w:rsidP="002C165A">
      <w:pPr>
        <w:spacing w:after="120" w:line="276" w:lineRule="auto"/>
      </w:pPr>
      <w:r w:rsidRPr="00B36E4F">
        <w:rPr>
          <w:color w:val="000000"/>
          <w:lang w:val="mk-MK" w:bidi="en-US"/>
        </w:rPr>
        <w:t>Вие ги претставувате развиените нации во светот</w:t>
      </w:r>
      <w:r w:rsidR="00DC05B0" w:rsidRPr="00B36E4F">
        <w:rPr>
          <w:color w:val="000000"/>
          <w:lang w:bidi="en-US"/>
        </w:rPr>
        <w:t xml:space="preserve"> (</w:t>
      </w:r>
      <w:r w:rsidRPr="00B36E4F">
        <w:rPr>
          <w:color w:val="000000"/>
          <w:lang w:val="mk-MK" w:bidi="en-US"/>
        </w:rPr>
        <w:t>наведени погоре</w:t>
      </w:r>
      <w:r w:rsidR="00DC05B0" w:rsidRPr="00B36E4F">
        <w:rPr>
          <w:color w:val="000000"/>
          <w:lang w:bidi="en-US"/>
        </w:rPr>
        <w:t xml:space="preserve">). </w:t>
      </w:r>
      <w:r w:rsidRPr="00B36E4F">
        <w:rPr>
          <w:color w:val="000000"/>
          <w:lang w:val="mk-MK" w:bidi="en-US"/>
        </w:rPr>
        <w:t xml:space="preserve">Населението на вашите нации е </w:t>
      </w:r>
      <w:r w:rsidR="00DC05B0" w:rsidRPr="00B36E4F">
        <w:rPr>
          <w:color w:val="000000"/>
          <w:lang w:bidi="en-US"/>
        </w:rPr>
        <w:t xml:space="preserve"> 1.3</w:t>
      </w:r>
      <w:r w:rsidR="00571732" w:rsidRPr="00B36E4F">
        <w:rPr>
          <w:color w:val="000000"/>
          <w:lang w:bidi="en-US"/>
        </w:rPr>
        <w:t> </w:t>
      </w:r>
      <w:r w:rsidR="005E3394" w:rsidRPr="00B36E4F">
        <w:rPr>
          <w:color w:val="000000"/>
          <w:lang w:val="mk-MK" w:bidi="en-US"/>
        </w:rPr>
        <w:t>милијарди</w:t>
      </w:r>
      <w:r w:rsidR="00DC05B0" w:rsidRPr="00B36E4F">
        <w:rPr>
          <w:color w:val="000000"/>
          <w:lang w:bidi="en-US"/>
        </w:rPr>
        <w:t xml:space="preserve">, </w:t>
      </w:r>
      <w:r w:rsidR="005E3394" w:rsidRPr="00B36E4F">
        <w:rPr>
          <w:color w:val="000000"/>
          <w:lang w:val="mk-MK" w:bidi="en-US"/>
        </w:rPr>
        <w:t>што е околу</w:t>
      </w:r>
      <w:r w:rsidR="00DC05B0" w:rsidRPr="00B36E4F">
        <w:rPr>
          <w:color w:val="000000"/>
          <w:lang w:bidi="en-US"/>
        </w:rPr>
        <w:t xml:space="preserve"> 17% </w:t>
      </w:r>
      <w:r w:rsidR="005E3394" w:rsidRPr="00B36E4F">
        <w:rPr>
          <w:color w:val="000000"/>
          <w:lang w:val="mk-MK" w:bidi="en-US"/>
        </w:rPr>
        <w:t>од</w:t>
      </w:r>
      <w:r w:rsidR="00DC05B0" w:rsidRPr="00B36E4F">
        <w:rPr>
          <w:color w:val="000000"/>
          <w:lang w:bidi="en-US"/>
        </w:rPr>
        <w:t xml:space="preserve"> 7.7 </w:t>
      </w:r>
      <w:r w:rsidR="005E3394" w:rsidRPr="00B36E4F">
        <w:rPr>
          <w:color w:val="000000"/>
          <w:lang w:val="mk-MK" w:bidi="en-US"/>
        </w:rPr>
        <w:t>милијарда луѓе во светот</w:t>
      </w:r>
      <w:r w:rsidR="00DC05B0" w:rsidRPr="00B36E4F">
        <w:rPr>
          <w:color w:val="000000"/>
          <w:lang w:bidi="en-US"/>
        </w:rPr>
        <w:t xml:space="preserve">. </w:t>
      </w:r>
      <w:r w:rsidR="005E3394" w:rsidRPr="00B36E4F">
        <w:rPr>
          <w:color w:val="000000"/>
          <w:lang w:val="mk-MK" w:bidi="en-US"/>
        </w:rPr>
        <w:t>Сепак</w:t>
      </w:r>
      <w:r w:rsidR="005E3394" w:rsidRPr="00B36E4F">
        <w:rPr>
          <w:color w:val="000000"/>
          <w:lang w:bidi="en-US"/>
        </w:rPr>
        <w:t xml:space="preserve">, </w:t>
      </w:r>
      <w:r w:rsidR="005E3394" w:rsidRPr="00B36E4F">
        <w:rPr>
          <w:color w:val="000000"/>
          <w:lang w:val="mk-MK" w:bidi="en-US"/>
        </w:rPr>
        <w:t>колективно</w:t>
      </w:r>
      <w:r w:rsidR="00DC05B0" w:rsidRPr="00B36E4F">
        <w:rPr>
          <w:color w:val="000000"/>
          <w:lang w:bidi="en-US"/>
        </w:rPr>
        <w:t xml:space="preserve">, </w:t>
      </w:r>
      <w:r w:rsidR="005E3394" w:rsidRPr="00B36E4F">
        <w:rPr>
          <w:color w:val="000000"/>
          <w:lang w:val="mk-MK" w:bidi="en-US"/>
        </w:rPr>
        <w:t xml:space="preserve">Вашите нации создаваат </w:t>
      </w:r>
      <w:r w:rsidR="00DC05B0" w:rsidRPr="00B36E4F">
        <w:rPr>
          <w:color w:val="000000"/>
          <w:lang w:bidi="en-US"/>
        </w:rPr>
        <w:t>60</w:t>
      </w:r>
      <w:r w:rsidR="005E3394" w:rsidRPr="00B36E4F">
        <w:rPr>
          <w:color w:val="000000"/>
          <w:lang w:val="mk-MK" w:bidi="en-US"/>
        </w:rPr>
        <w:t>% од светското економско производство и имаат највисок</w:t>
      </w:r>
      <w:r w:rsidR="00DC05B0" w:rsidRPr="00B36E4F">
        <w:rPr>
          <w:color w:val="000000"/>
          <w:lang w:bidi="en-US"/>
        </w:rPr>
        <w:t xml:space="preserve"> </w:t>
      </w:r>
      <w:r w:rsidR="005E3394" w:rsidRPr="00B36E4F">
        <w:rPr>
          <w:color w:val="000000"/>
          <w:lang w:val="mk-MK" w:bidi="en-US"/>
        </w:rPr>
        <w:t>БДП</w:t>
      </w:r>
      <w:r w:rsidR="00DC05B0" w:rsidRPr="00B36E4F">
        <w:rPr>
          <w:color w:val="000000"/>
          <w:lang w:bidi="en-US"/>
        </w:rPr>
        <w:t xml:space="preserve"> (</w:t>
      </w:r>
      <w:r w:rsidR="005E3394" w:rsidRPr="00B36E4F">
        <w:rPr>
          <w:color w:val="000000"/>
          <w:lang w:val="mk-MK" w:bidi="en-US"/>
        </w:rPr>
        <w:t>Бруто Домашен Производ</w:t>
      </w:r>
      <w:r w:rsidR="00DC05B0" w:rsidRPr="00B36E4F">
        <w:rPr>
          <w:color w:val="000000"/>
          <w:lang w:bidi="en-US"/>
        </w:rPr>
        <w:t xml:space="preserve">) </w:t>
      </w:r>
      <w:r w:rsidR="005E3394" w:rsidRPr="00B36E4F">
        <w:rPr>
          <w:color w:val="000000"/>
          <w:lang w:val="mk-MK" w:bidi="en-US"/>
        </w:rPr>
        <w:t>по глава на жител</w:t>
      </w:r>
      <w:r w:rsidR="00DC05B0" w:rsidRPr="00B36E4F">
        <w:rPr>
          <w:color w:val="000000"/>
          <w:lang w:bidi="en-US"/>
        </w:rPr>
        <w:t>.</w:t>
      </w:r>
    </w:p>
    <w:p w:rsidR="002C1D77" w:rsidRPr="00B36E4F" w:rsidRDefault="005E3394" w:rsidP="002C165A">
      <w:pPr>
        <w:spacing w:after="120" w:line="276" w:lineRule="auto"/>
      </w:pPr>
      <w:r w:rsidRPr="00B36E4F">
        <w:rPr>
          <w:color w:val="000000"/>
          <w:lang w:val="mk-MK" w:bidi="en-US"/>
        </w:rPr>
        <w:t>Вашите приоритети за политика се наведени подолу</w:t>
      </w:r>
      <w:r w:rsidR="00DC05B0" w:rsidRPr="00B36E4F">
        <w:rPr>
          <w:color w:val="000000"/>
          <w:lang w:bidi="en-US"/>
        </w:rPr>
        <w:t xml:space="preserve">. </w:t>
      </w:r>
      <w:r w:rsidRPr="00B36E4F">
        <w:rPr>
          <w:color w:val="000000"/>
          <w:lang w:val="mk-MK" w:bidi="en-US"/>
        </w:rPr>
        <w:t>Сепак</w:t>
      </w:r>
      <w:r w:rsidR="00DC05B0" w:rsidRPr="00B36E4F">
        <w:rPr>
          <w:color w:val="000000"/>
          <w:lang w:bidi="en-US"/>
        </w:rPr>
        <w:t xml:space="preserve">, </w:t>
      </w:r>
      <w:r w:rsidRPr="00B36E4F">
        <w:rPr>
          <w:color w:val="000000"/>
          <w:lang w:val="mk-MK" w:bidi="en-US"/>
        </w:rPr>
        <w:t>можете да предложите или блокирате било каква достапна политика</w:t>
      </w:r>
      <w:r w:rsidR="00DC05B0" w:rsidRPr="00B36E4F">
        <w:rPr>
          <w:color w:val="000000"/>
          <w:lang w:bidi="en-US"/>
        </w:rPr>
        <w:t>.</w:t>
      </w:r>
    </w:p>
    <w:p w:rsidR="002C1D77" w:rsidRPr="00B36E4F" w:rsidRDefault="003E6893" w:rsidP="002C165A">
      <w:pPr>
        <w:numPr>
          <w:ilvl w:val="0"/>
          <w:numId w:val="1"/>
        </w:numPr>
        <w:spacing w:after="120" w:line="276" w:lineRule="auto"/>
        <w:ind w:left="403" w:hanging="403"/>
      </w:pPr>
      <w:proofErr w:type="spellStart"/>
      <w:r w:rsidRPr="00B36E4F">
        <w:rPr>
          <w:b/>
          <w:color w:val="000000"/>
          <w:lang w:val="mk-MK" w:bidi="en-US"/>
        </w:rPr>
        <w:t>Субвенционирајте</w:t>
      </w:r>
      <w:proofErr w:type="spellEnd"/>
      <w:r w:rsidRPr="00B36E4F">
        <w:rPr>
          <w:b/>
          <w:color w:val="000000"/>
          <w:lang w:val="mk-MK" w:bidi="en-US"/>
        </w:rPr>
        <w:t xml:space="preserve"> ја </w:t>
      </w:r>
      <w:proofErr w:type="spellStart"/>
      <w:r w:rsidRPr="00B36E4F">
        <w:rPr>
          <w:b/>
          <w:color w:val="000000"/>
          <w:lang w:val="mk-MK" w:bidi="en-US"/>
        </w:rPr>
        <w:t>обновливата</w:t>
      </w:r>
      <w:proofErr w:type="spellEnd"/>
      <w:r w:rsidRPr="00B36E4F">
        <w:rPr>
          <w:b/>
          <w:color w:val="000000"/>
          <w:lang w:val="mk-MK" w:bidi="en-US"/>
        </w:rPr>
        <w:t xml:space="preserve"> енергија</w:t>
      </w:r>
      <w:r w:rsidR="00DC05B0" w:rsidRPr="00B36E4F">
        <w:rPr>
          <w:b/>
          <w:color w:val="000000"/>
          <w:lang w:bidi="en-US"/>
        </w:rPr>
        <w:t xml:space="preserve"> (</w:t>
      </w:r>
      <w:r w:rsidR="00C04611" w:rsidRPr="00B36E4F">
        <w:rPr>
          <w:b/>
          <w:color w:val="000000"/>
          <w:lang w:val="mk-MK" w:bidi="en-US"/>
        </w:rPr>
        <w:t xml:space="preserve">на </w:t>
      </w:r>
      <w:proofErr w:type="spellStart"/>
      <w:r w:rsidRPr="00B36E4F">
        <w:rPr>
          <w:b/>
          <w:color w:val="000000"/>
          <w:lang w:val="mk-MK" w:bidi="en-US"/>
        </w:rPr>
        <w:t>пр</w:t>
      </w:r>
      <w:proofErr w:type="spellEnd"/>
      <w:r w:rsidR="00DC05B0" w:rsidRPr="00B36E4F">
        <w:rPr>
          <w:b/>
          <w:color w:val="000000"/>
          <w:lang w:bidi="en-US"/>
        </w:rPr>
        <w:t xml:space="preserve">. </w:t>
      </w:r>
      <w:r w:rsidR="00C04611" w:rsidRPr="00B36E4F">
        <w:rPr>
          <w:b/>
          <w:color w:val="000000"/>
          <w:lang w:val="mk-MK" w:bidi="en-US"/>
        </w:rPr>
        <w:t>С</w:t>
      </w:r>
      <w:r w:rsidRPr="00B36E4F">
        <w:rPr>
          <w:b/>
          <w:color w:val="000000"/>
          <w:lang w:val="mk-MK" w:bidi="en-US"/>
        </w:rPr>
        <w:t>оларна</w:t>
      </w:r>
      <w:r w:rsidR="00C04611" w:rsidRPr="00B36E4F">
        <w:rPr>
          <w:b/>
          <w:color w:val="000000"/>
          <w:lang w:val="mk-MK" w:bidi="en-US"/>
        </w:rPr>
        <w:t xml:space="preserve"> енергија</w:t>
      </w:r>
      <w:r w:rsidR="00DC05B0" w:rsidRPr="00B36E4F">
        <w:rPr>
          <w:b/>
          <w:color w:val="000000"/>
          <w:lang w:bidi="en-US"/>
        </w:rPr>
        <w:t xml:space="preserve">, </w:t>
      </w:r>
      <w:r w:rsidRPr="00B36E4F">
        <w:rPr>
          <w:b/>
          <w:color w:val="000000"/>
          <w:lang w:val="mk-MK" w:bidi="en-US"/>
        </w:rPr>
        <w:t>ветер</w:t>
      </w:r>
      <w:r w:rsidR="00DC05B0" w:rsidRPr="00B36E4F">
        <w:rPr>
          <w:b/>
          <w:color w:val="000000"/>
          <w:lang w:bidi="en-US"/>
        </w:rPr>
        <w:t xml:space="preserve">, </w:t>
      </w:r>
      <w:r w:rsidRPr="00B36E4F">
        <w:rPr>
          <w:b/>
          <w:color w:val="000000"/>
          <w:lang w:val="mk-MK" w:bidi="en-US"/>
        </w:rPr>
        <w:t>геотермална</w:t>
      </w:r>
      <w:r w:rsidR="00DC05B0" w:rsidRPr="00B36E4F">
        <w:rPr>
          <w:b/>
          <w:color w:val="000000"/>
          <w:lang w:bidi="en-US"/>
        </w:rPr>
        <w:t xml:space="preserve">, </w:t>
      </w:r>
      <w:r w:rsidRPr="00B36E4F">
        <w:rPr>
          <w:b/>
          <w:color w:val="000000"/>
          <w:lang w:val="mk-MK" w:bidi="en-US"/>
        </w:rPr>
        <w:t>хидроенергија</w:t>
      </w:r>
      <w:r w:rsidR="00DC05B0" w:rsidRPr="00B36E4F">
        <w:rPr>
          <w:b/>
          <w:color w:val="000000"/>
          <w:lang w:bidi="en-US"/>
        </w:rPr>
        <w:t xml:space="preserve">, </w:t>
      </w:r>
      <w:r w:rsidRPr="00B36E4F">
        <w:rPr>
          <w:b/>
          <w:color w:val="000000"/>
          <w:lang w:val="mk-MK" w:bidi="en-US"/>
        </w:rPr>
        <w:t>и складирање</w:t>
      </w:r>
      <w:r w:rsidR="00DC05B0" w:rsidRPr="00B36E4F">
        <w:rPr>
          <w:color w:val="000000"/>
          <w:lang w:bidi="en-US"/>
        </w:rPr>
        <w:t>).</w:t>
      </w:r>
      <w:r w:rsidR="00BE2C0D" w:rsidRPr="00B36E4F">
        <w:rPr>
          <w:color w:val="000000"/>
          <w:lang w:bidi="en-US"/>
        </w:rPr>
        <w:t xml:space="preserve"> </w:t>
      </w:r>
      <w:r w:rsidRPr="00B36E4F">
        <w:rPr>
          <w:lang w:val="mk-MK"/>
        </w:rPr>
        <w:t>Индустријата за обновлива енергија рапидно расте</w:t>
      </w:r>
      <w:r w:rsidR="00DC05B0" w:rsidRPr="00B36E4F">
        <w:t xml:space="preserve">, </w:t>
      </w:r>
      <w:r w:rsidRPr="00B36E4F">
        <w:rPr>
          <w:lang w:val="mk-MK"/>
        </w:rPr>
        <w:t xml:space="preserve">но сепак сочинува помалку од </w:t>
      </w:r>
      <w:r w:rsidR="00DC05B0" w:rsidRPr="00B36E4F">
        <w:t xml:space="preserve">5% </w:t>
      </w:r>
      <w:r w:rsidRPr="00B36E4F">
        <w:rPr>
          <w:lang w:val="mk-MK"/>
        </w:rPr>
        <w:t>од снабдувањето со енергија во светот</w:t>
      </w:r>
      <w:r w:rsidR="00DC05B0" w:rsidRPr="00B36E4F">
        <w:t xml:space="preserve">. </w:t>
      </w:r>
      <w:r w:rsidRPr="00B36E4F">
        <w:rPr>
          <w:lang w:val="mk-MK"/>
        </w:rPr>
        <w:t>Субвенциите ќе им помогнат на овие индустрии да растат</w:t>
      </w:r>
      <w:r w:rsidR="00DC05B0" w:rsidRPr="00B36E4F">
        <w:t xml:space="preserve">, </w:t>
      </w:r>
      <w:r w:rsidRPr="00B36E4F">
        <w:rPr>
          <w:lang w:val="mk-MK"/>
        </w:rPr>
        <w:t>создавајќи работни места во Вашите нации</w:t>
      </w:r>
      <w:r w:rsidR="00DC05B0" w:rsidRPr="00B36E4F">
        <w:t xml:space="preserve"> (</w:t>
      </w:r>
      <w:r w:rsidR="00C04611" w:rsidRPr="00B36E4F">
        <w:rPr>
          <w:lang w:val="mk-MK"/>
        </w:rPr>
        <w:t>ако можете да ја надминете технологијата на ветер</w:t>
      </w:r>
      <w:r w:rsidR="00C04611" w:rsidRPr="00B36E4F">
        <w:t xml:space="preserve">, </w:t>
      </w:r>
      <w:r w:rsidR="00C04611" w:rsidRPr="00B36E4F">
        <w:rPr>
          <w:lang w:val="mk-MK"/>
        </w:rPr>
        <w:t>соларна енергија во развој во Кина и во развој во другите земји</w:t>
      </w:r>
      <w:r w:rsidR="00DC05B0" w:rsidRPr="00B36E4F">
        <w:t xml:space="preserve">). </w:t>
      </w:r>
      <w:r w:rsidR="00C04611" w:rsidRPr="00B36E4F">
        <w:rPr>
          <w:lang w:val="mk-MK"/>
        </w:rPr>
        <w:t>Складирањето</w:t>
      </w:r>
      <w:r w:rsidR="00DC05B0" w:rsidRPr="00B36E4F">
        <w:t xml:space="preserve"> (</w:t>
      </w:r>
      <w:r w:rsidR="00C04611" w:rsidRPr="00B36E4F">
        <w:rPr>
          <w:lang w:val="mk-MK"/>
        </w:rPr>
        <w:t>на пр. батерии</w:t>
      </w:r>
      <w:r w:rsidR="00DC05B0" w:rsidRPr="00B36E4F">
        <w:t xml:space="preserve">, </w:t>
      </w:r>
      <w:r w:rsidR="00C04611" w:rsidRPr="00B36E4F">
        <w:rPr>
          <w:lang w:val="mk-MK"/>
        </w:rPr>
        <w:t>топлинско складирање</w:t>
      </w:r>
      <w:r w:rsidR="00DC05B0" w:rsidRPr="00B36E4F">
        <w:t xml:space="preserve">, </w:t>
      </w:r>
      <w:r w:rsidR="00C04611" w:rsidRPr="00B36E4F">
        <w:rPr>
          <w:lang w:val="mk-MK"/>
        </w:rPr>
        <w:t>хидро пумпи</w:t>
      </w:r>
      <w:r w:rsidR="00DC05B0" w:rsidRPr="00B36E4F">
        <w:t xml:space="preserve">) </w:t>
      </w:r>
      <w:r w:rsidR="00C04611" w:rsidRPr="00B36E4F">
        <w:rPr>
          <w:lang w:val="mk-MK"/>
        </w:rPr>
        <w:t xml:space="preserve">и </w:t>
      </w:r>
      <w:r w:rsidR="00DC05B0" w:rsidRPr="00B36E4F">
        <w:t>“</w:t>
      </w:r>
      <w:r w:rsidR="00C04611" w:rsidRPr="00B36E4F">
        <w:rPr>
          <w:lang w:val="mk-MK"/>
        </w:rPr>
        <w:t>паметната мрежа</w:t>
      </w:r>
      <w:r w:rsidR="00DC05B0" w:rsidRPr="00B36E4F">
        <w:t xml:space="preserve">” </w:t>
      </w:r>
      <w:r w:rsidR="00C04611" w:rsidRPr="00B36E4F">
        <w:rPr>
          <w:lang w:val="mk-MK"/>
        </w:rPr>
        <w:t xml:space="preserve">овозможуваат променливите обновливи извори на енергија како ветер и соларна енергија да бидат интегрирани во енергетскиот систем, истовремено обезбедувајќи </w:t>
      </w:r>
      <w:r w:rsidR="00E43951" w:rsidRPr="00B36E4F">
        <w:rPr>
          <w:lang w:val="mk-MK"/>
        </w:rPr>
        <w:t xml:space="preserve">деноноќно </w:t>
      </w:r>
      <w:r w:rsidR="00C04611" w:rsidRPr="00B36E4F">
        <w:rPr>
          <w:lang w:val="mk-MK"/>
        </w:rPr>
        <w:t>целосна електрична енергија</w:t>
      </w:r>
      <w:r w:rsidR="00DC05B0" w:rsidRPr="00B36E4F">
        <w:t>.</w:t>
      </w:r>
    </w:p>
    <w:p w:rsidR="002C1D77" w:rsidRPr="00B36E4F" w:rsidRDefault="00C04611" w:rsidP="002C165A">
      <w:pPr>
        <w:numPr>
          <w:ilvl w:val="0"/>
          <w:numId w:val="1"/>
        </w:numPr>
        <w:spacing w:after="120" w:line="276" w:lineRule="auto"/>
        <w:ind w:left="403" w:hanging="403"/>
        <w:rPr>
          <w:b/>
        </w:rPr>
      </w:pPr>
      <w:r w:rsidRPr="00B36E4F">
        <w:rPr>
          <w:rStyle w:val="Bodytext2Bold"/>
          <w:lang w:val="mk-MK"/>
        </w:rPr>
        <w:t>Намалување на уништувањето на шумите</w:t>
      </w:r>
      <w:r w:rsidR="00DC05B0" w:rsidRPr="00B36E4F">
        <w:rPr>
          <w:rStyle w:val="Bodytext2Bold"/>
          <w:lang w:val="en-GB"/>
        </w:rPr>
        <w:t>.</w:t>
      </w:r>
      <w:r w:rsidR="00DC05B0" w:rsidRPr="00B36E4F">
        <w:t xml:space="preserve"> </w:t>
      </w:r>
      <w:r w:rsidRPr="00B36E4F">
        <w:rPr>
          <w:color w:val="000000"/>
          <w:lang w:val="mk-MK" w:bidi="en-US"/>
        </w:rPr>
        <w:t>Уништувањето на шумите во моментов е одговорно за околу</w:t>
      </w:r>
      <w:r w:rsidR="00DC05B0" w:rsidRPr="00B36E4F">
        <w:rPr>
          <w:color w:val="000000"/>
          <w:lang w:bidi="en-US"/>
        </w:rPr>
        <w:t xml:space="preserve"> 15% </w:t>
      </w:r>
      <w:r w:rsidRPr="00B36E4F">
        <w:rPr>
          <w:color w:val="000000"/>
          <w:lang w:val="mk-MK" w:bidi="en-US"/>
        </w:rPr>
        <w:t>од глобалните емисии на стакленички гасови</w:t>
      </w:r>
      <w:r w:rsidR="00DC05B0" w:rsidRPr="00B36E4F">
        <w:rPr>
          <w:color w:val="000000"/>
          <w:lang w:bidi="en-US"/>
        </w:rPr>
        <w:t xml:space="preserve">. </w:t>
      </w:r>
      <w:r w:rsidRPr="00B36E4F">
        <w:rPr>
          <w:color w:val="000000"/>
          <w:lang w:val="mk-MK" w:bidi="en-US"/>
        </w:rPr>
        <w:t>Голем дел од тоа уништување на шумите се појавува во тропските шуми на земјите во развој</w:t>
      </w:r>
      <w:r w:rsidR="00DC05B0" w:rsidRPr="00B36E4F">
        <w:rPr>
          <w:color w:val="000000"/>
          <w:lang w:bidi="en-US"/>
        </w:rPr>
        <w:t xml:space="preserve">, </w:t>
      </w:r>
      <w:r w:rsidRPr="00B36E4F">
        <w:rPr>
          <w:color w:val="000000"/>
          <w:lang w:val="mk-MK" w:bidi="en-US"/>
        </w:rPr>
        <w:t>вклучувајќи го и сливот на Амазон</w:t>
      </w:r>
      <w:r w:rsidRPr="00B36E4F">
        <w:rPr>
          <w:color w:val="000000"/>
          <w:lang w:bidi="en-US"/>
        </w:rPr>
        <w:t xml:space="preserve">, </w:t>
      </w:r>
      <w:r w:rsidRPr="00B36E4F">
        <w:rPr>
          <w:color w:val="000000"/>
          <w:lang w:val="mk-MK" w:bidi="en-US"/>
        </w:rPr>
        <w:t>Африка</w:t>
      </w:r>
      <w:r w:rsidR="00DC05B0" w:rsidRPr="00B36E4F">
        <w:rPr>
          <w:color w:val="000000"/>
          <w:lang w:bidi="en-US"/>
        </w:rPr>
        <w:t xml:space="preserve">, </w:t>
      </w:r>
      <w:r w:rsidRPr="00B36E4F">
        <w:rPr>
          <w:color w:val="000000"/>
          <w:lang w:val="mk-MK" w:bidi="en-US"/>
        </w:rPr>
        <w:t>и Јужна</w:t>
      </w:r>
      <w:r w:rsidR="00DC05B0" w:rsidRPr="00B36E4F">
        <w:rPr>
          <w:color w:val="000000"/>
          <w:lang w:bidi="en-US"/>
        </w:rPr>
        <w:t>/</w:t>
      </w:r>
      <w:r w:rsidRPr="00B36E4F">
        <w:rPr>
          <w:color w:val="000000"/>
          <w:lang w:val="mk-MK" w:bidi="en-US"/>
        </w:rPr>
        <w:t>Југоисточна Азија</w:t>
      </w:r>
      <w:r w:rsidR="00DC05B0" w:rsidRPr="00B36E4F">
        <w:rPr>
          <w:color w:val="000000"/>
          <w:lang w:bidi="en-US"/>
        </w:rPr>
        <w:t xml:space="preserve">. </w:t>
      </w:r>
      <w:r w:rsidR="006F40BF" w:rsidRPr="00B36E4F">
        <w:rPr>
          <w:color w:val="000000"/>
          <w:lang w:val="mk-MK" w:bidi="en-US"/>
        </w:rPr>
        <w:t>Заштитата на шумите може да ги намали тие емисии истовремено со зачувување на биодиверзитетот и заштита на снабдување со вода</w:t>
      </w:r>
      <w:r w:rsidR="00DC05B0" w:rsidRPr="00B36E4F">
        <w:rPr>
          <w:color w:val="000000"/>
          <w:lang w:bidi="en-US"/>
        </w:rPr>
        <w:t>.</w:t>
      </w:r>
    </w:p>
    <w:p w:rsidR="002C1D77" w:rsidRPr="00B36E4F" w:rsidRDefault="006F40BF" w:rsidP="002C165A">
      <w:pPr>
        <w:numPr>
          <w:ilvl w:val="0"/>
          <w:numId w:val="1"/>
        </w:numPr>
        <w:spacing w:after="120" w:line="276" w:lineRule="auto"/>
        <w:ind w:left="403" w:hanging="403"/>
        <w:rPr>
          <w:b/>
        </w:rPr>
      </w:pPr>
      <w:r w:rsidRPr="00B36E4F">
        <w:rPr>
          <w:rStyle w:val="Bodytext2Bold"/>
          <w:lang w:val="mk-MK"/>
        </w:rPr>
        <w:t>Размислете за пошумување</w:t>
      </w:r>
      <w:r w:rsidR="00DC05B0" w:rsidRPr="00B36E4F">
        <w:rPr>
          <w:rStyle w:val="Bodytext2Bold"/>
          <w:lang w:val="en-GB"/>
        </w:rPr>
        <w:t xml:space="preserve">. </w:t>
      </w:r>
      <w:r w:rsidRPr="00B36E4F">
        <w:rPr>
          <w:color w:val="000000"/>
          <w:lang w:val="mk-MK" w:bidi="en-US"/>
        </w:rPr>
        <w:t>Пошумувањето е раст на нови шуми на земја што н</w:t>
      </w:r>
      <w:r w:rsidR="001D1C86" w:rsidRPr="00B36E4F">
        <w:rPr>
          <w:color w:val="000000"/>
          <w:lang w:val="mk-MK" w:bidi="en-US"/>
        </w:rPr>
        <w:t>е</w:t>
      </w:r>
      <w:r w:rsidRPr="00B36E4F">
        <w:rPr>
          <w:color w:val="000000"/>
          <w:lang w:val="mk-MK" w:bidi="en-US"/>
        </w:rPr>
        <w:t>ма дрвја</w:t>
      </w:r>
      <w:r w:rsidR="00DC05B0" w:rsidRPr="00B36E4F">
        <w:rPr>
          <w:color w:val="000000"/>
          <w:lang w:bidi="en-US"/>
        </w:rPr>
        <w:t xml:space="preserve">, </w:t>
      </w:r>
      <w:r w:rsidRPr="00B36E4F">
        <w:rPr>
          <w:color w:val="000000"/>
          <w:lang w:val="mk-MK" w:bidi="en-US"/>
        </w:rPr>
        <w:t xml:space="preserve">понекогаш ова е земја што претходно не била </w:t>
      </w:r>
      <w:proofErr w:type="spellStart"/>
      <w:r w:rsidRPr="00B36E4F">
        <w:rPr>
          <w:color w:val="000000"/>
          <w:lang w:val="mk-MK" w:bidi="en-US"/>
        </w:rPr>
        <w:t>пошумувана</w:t>
      </w:r>
      <w:proofErr w:type="spellEnd"/>
      <w:r w:rsidRPr="00B36E4F">
        <w:rPr>
          <w:color w:val="000000"/>
          <w:lang w:val="mk-MK" w:bidi="en-US"/>
        </w:rPr>
        <w:t xml:space="preserve"> или деградирана</w:t>
      </w:r>
      <w:r w:rsidR="00DC05B0" w:rsidRPr="00B36E4F">
        <w:rPr>
          <w:color w:val="000000"/>
          <w:lang w:bidi="en-US"/>
        </w:rPr>
        <w:t xml:space="preserve">. </w:t>
      </w:r>
      <w:r w:rsidRPr="00B36E4F">
        <w:rPr>
          <w:color w:val="000000"/>
          <w:lang w:val="mk-MK" w:bidi="en-US"/>
        </w:rPr>
        <w:t>Како што растат дрвјата</w:t>
      </w:r>
      <w:r w:rsidR="00DC05B0" w:rsidRPr="00B36E4F">
        <w:rPr>
          <w:color w:val="000000"/>
          <w:lang w:bidi="en-US"/>
        </w:rPr>
        <w:t>, CO</w:t>
      </w:r>
      <w:r w:rsidR="00DC05B0" w:rsidRPr="00B36E4F">
        <w:rPr>
          <w:vertAlign w:val="subscript"/>
        </w:rPr>
        <w:t>2</w:t>
      </w:r>
      <w:r w:rsidRPr="00B36E4F">
        <w:rPr>
          <w:vertAlign w:val="subscript"/>
          <w:lang w:val="mk-MK"/>
        </w:rPr>
        <w:t xml:space="preserve"> </w:t>
      </w:r>
      <w:r w:rsidRPr="00B36E4F">
        <w:rPr>
          <w:color w:val="000000"/>
          <w:lang w:val="mk-MK" w:bidi="en-US"/>
        </w:rPr>
        <w:t xml:space="preserve">се одзема од атмосферата и се чува во биомаса и почва </w:t>
      </w:r>
      <w:r w:rsidR="00DC05B0" w:rsidRPr="00B36E4F">
        <w:rPr>
          <w:color w:val="000000"/>
          <w:lang w:bidi="en-US"/>
        </w:rPr>
        <w:t xml:space="preserve">. </w:t>
      </w:r>
      <w:proofErr w:type="spellStart"/>
      <w:r w:rsidRPr="00B36E4F">
        <w:rPr>
          <w:color w:val="000000"/>
          <w:lang w:bidi="en-US"/>
        </w:rPr>
        <w:t>Доколку</w:t>
      </w:r>
      <w:proofErr w:type="spellEnd"/>
      <w:r w:rsidRPr="00B36E4F">
        <w:rPr>
          <w:color w:val="000000"/>
          <w:lang w:bidi="en-US"/>
        </w:rPr>
        <w:t xml:space="preserve"> </w:t>
      </w:r>
      <w:proofErr w:type="spellStart"/>
      <w:r w:rsidRPr="00B36E4F">
        <w:rPr>
          <w:color w:val="000000"/>
          <w:lang w:bidi="en-US"/>
        </w:rPr>
        <w:t>се</w:t>
      </w:r>
      <w:proofErr w:type="spellEnd"/>
      <w:r w:rsidRPr="00B36E4F">
        <w:rPr>
          <w:color w:val="000000"/>
          <w:lang w:bidi="en-US"/>
        </w:rPr>
        <w:t xml:space="preserve"> </w:t>
      </w:r>
      <w:proofErr w:type="spellStart"/>
      <w:r w:rsidRPr="00B36E4F">
        <w:rPr>
          <w:color w:val="000000"/>
          <w:lang w:bidi="en-US"/>
        </w:rPr>
        <w:t>спроведе</w:t>
      </w:r>
      <w:proofErr w:type="spellEnd"/>
      <w:r w:rsidRPr="00B36E4F">
        <w:rPr>
          <w:color w:val="000000"/>
          <w:lang w:bidi="en-US"/>
        </w:rPr>
        <w:t xml:space="preserve"> </w:t>
      </w:r>
      <w:r w:rsidRPr="00B36E4F">
        <w:rPr>
          <w:color w:val="000000"/>
          <w:lang w:val="mk-MK" w:bidi="en-US"/>
        </w:rPr>
        <w:t xml:space="preserve">во голем обем, пошумувањето може да користи земја што е потребна за земјоделски култури или </w:t>
      </w:r>
      <w:r w:rsidRPr="00B36E4F">
        <w:rPr>
          <w:color w:val="000000"/>
          <w:lang w:val="mk-MK" w:bidi="en-US"/>
        </w:rPr>
        <w:lastRenderedPageBreak/>
        <w:t>добиток</w:t>
      </w:r>
      <w:r w:rsidR="00DC05B0" w:rsidRPr="00B36E4F">
        <w:rPr>
          <w:color w:val="000000"/>
          <w:lang w:bidi="en-US"/>
        </w:rPr>
        <w:t xml:space="preserve">, </w:t>
      </w:r>
      <w:r w:rsidR="001D1C86" w:rsidRPr="00B36E4F">
        <w:rPr>
          <w:color w:val="000000"/>
          <w:lang w:val="mk-MK" w:bidi="en-US"/>
        </w:rPr>
        <w:t xml:space="preserve">а со тоа да </w:t>
      </w:r>
      <w:proofErr w:type="gramStart"/>
      <w:r w:rsidR="001D1C86" w:rsidRPr="00B36E4F">
        <w:rPr>
          <w:color w:val="000000"/>
          <w:lang w:val="mk-MK" w:bidi="en-US"/>
        </w:rPr>
        <w:t xml:space="preserve">се </w:t>
      </w:r>
      <w:r w:rsidRPr="00B36E4F">
        <w:rPr>
          <w:color w:val="000000"/>
          <w:lang w:val="mk-MK" w:bidi="en-US"/>
        </w:rPr>
        <w:t xml:space="preserve"> зголемат</w:t>
      </w:r>
      <w:proofErr w:type="gramEnd"/>
      <w:r w:rsidRPr="00B36E4F">
        <w:rPr>
          <w:color w:val="000000"/>
          <w:lang w:val="mk-MK" w:bidi="en-US"/>
        </w:rPr>
        <w:t xml:space="preserve"> цените на храната</w:t>
      </w:r>
      <w:r w:rsidR="00DC05B0" w:rsidRPr="00B36E4F">
        <w:rPr>
          <w:color w:val="000000"/>
          <w:lang w:bidi="en-US"/>
        </w:rPr>
        <w:t xml:space="preserve">. </w:t>
      </w:r>
      <w:r w:rsidRPr="00B36E4F">
        <w:rPr>
          <w:color w:val="000000"/>
          <w:lang w:val="mk-MK" w:bidi="en-US"/>
        </w:rPr>
        <w:t xml:space="preserve">Размислете за колкава површина ви требаат политиките за пошумување </w:t>
      </w:r>
      <w:r w:rsidR="00F656C6" w:rsidRPr="00B36E4F">
        <w:rPr>
          <w:color w:val="000000"/>
          <w:lang w:val="mk-MK" w:bidi="en-US"/>
        </w:rPr>
        <w:t>В</w:t>
      </w:r>
      <w:r w:rsidRPr="00B36E4F">
        <w:rPr>
          <w:color w:val="000000"/>
          <w:lang w:val="mk-MK" w:bidi="en-US"/>
        </w:rPr>
        <w:t>ие и другите групи предложени</w:t>
      </w:r>
      <w:r w:rsidR="00DC05B0" w:rsidRPr="00B36E4F">
        <w:rPr>
          <w:color w:val="000000"/>
          <w:lang w:bidi="en-US"/>
        </w:rPr>
        <w:t>.</w:t>
      </w:r>
    </w:p>
    <w:p w:rsidR="002C1D77" w:rsidRPr="00B36E4F" w:rsidRDefault="006F40BF" w:rsidP="002C165A">
      <w:pPr>
        <w:numPr>
          <w:ilvl w:val="0"/>
          <w:numId w:val="1"/>
        </w:numPr>
        <w:spacing w:after="120" w:line="276" w:lineRule="auto"/>
        <w:ind w:left="400" w:hanging="400"/>
      </w:pPr>
      <w:r w:rsidRPr="00B36E4F">
        <w:rPr>
          <w:b/>
          <w:color w:val="000000"/>
          <w:lang w:val="mk-MK" w:bidi="en-US"/>
        </w:rPr>
        <w:t>Намалете ги емисиите на метан</w:t>
      </w:r>
      <w:r w:rsidR="00DC05B0" w:rsidRPr="00B36E4F">
        <w:rPr>
          <w:b/>
          <w:color w:val="000000"/>
          <w:lang w:bidi="en-US"/>
        </w:rPr>
        <w:t xml:space="preserve">, </w:t>
      </w:r>
      <w:r w:rsidRPr="00B36E4F">
        <w:rPr>
          <w:b/>
          <w:color w:val="000000"/>
          <w:lang w:val="mk-MK" w:bidi="en-US"/>
        </w:rPr>
        <w:t>азотен оксид</w:t>
      </w:r>
      <w:r w:rsidR="00DC05B0" w:rsidRPr="00B36E4F">
        <w:rPr>
          <w:b/>
          <w:color w:val="000000"/>
          <w:lang w:bidi="en-US"/>
        </w:rPr>
        <w:t xml:space="preserve">, </w:t>
      </w:r>
      <w:r w:rsidRPr="00B36E4F">
        <w:rPr>
          <w:b/>
          <w:color w:val="000000"/>
          <w:lang w:val="mk-MK" w:bidi="en-US"/>
        </w:rPr>
        <w:t>и други гасови од стаклената градина</w:t>
      </w:r>
      <w:r w:rsidR="00DC05B0" w:rsidRPr="00B36E4F">
        <w:rPr>
          <w:b/>
          <w:color w:val="000000"/>
          <w:lang w:bidi="en-US"/>
        </w:rPr>
        <w:t>.</w:t>
      </w:r>
      <w:r w:rsidR="00DC05B0" w:rsidRPr="00B36E4F">
        <w:t xml:space="preserve"> CO</w:t>
      </w:r>
      <w:r w:rsidR="00DC05B0" w:rsidRPr="00B36E4F">
        <w:rPr>
          <w:vertAlign w:val="subscript"/>
        </w:rPr>
        <w:t>2</w:t>
      </w:r>
      <w:r w:rsidR="00DC05B0" w:rsidRPr="00B36E4F">
        <w:t xml:space="preserve"> </w:t>
      </w:r>
      <w:r w:rsidRPr="00B36E4F">
        <w:rPr>
          <w:lang w:val="mk-MK"/>
        </w:rPr>
        <w:t>е најистакнат</w:t>
      </w:r>
      <w:r w:rsidR="00DC05B0" w:rsidRPr="00B36E4F">
        <w:t xml:space="preserve"> </w:t>
      </w:r>
      <w:r w:rsidRPr="00B36E4F">
        <w:rPr>
          <w:lang w:val="mk-MK"/>
        </w:rPr>
        <w:t>стакленички гас</w:t>
      </w:r>
      <w:r w:rsidR="00DC05B0" w:rsidRPr="00B36E4F">
        <w:t xml:space="preserve">, </w:t>
      </w:r>
      <w:r w:rsidRPr="00B36E4F">
        <w:rPr>
          <w:lang w:val="mk-MK"/>
        </w:rPr>
        <w:t>но другите гасови предизвикуваат околу една четвртина од глобалното затоплување</w:t>
      </w:r>
      <w:r w:rsidR="00DC05B0" w:rsidRPr="00B36E4F">
        <w:t xml:space="preserve">. </w:t>
      </w:r>
      <w:r w:rsidRPr="00B36E4F">
        <w:rPr>
          <w:lang w:val="mk-MK"/>
        </w:rPr>
        <w:t>Овие вклучуваат метан</w:t>
      </w:r>
      <w:r w:rsidR="00DC05B0" w:rsidRPr="00B36E4F">
        <w:t xml:space="preserve"> (CH</w:t>
      </w:r>
      <w:r w:rsidR="00DC05B0" w:rsidRPr="00B36E4F">
        <w:rPr>
          <w:vertAlign w:val="subscript"/>
        </w:rPr>
        <w:t>4</w:t>
      </w:r>
      <w:r w:rsidR="00DC05B0" w:rsidRPr="00B36E4F">
        <w:t xml:space="preserve">), </w:t>
      </w:r>
      <w:r w:rsidRPr="00B36E4F">
        <w:rPr>
          <w:lang w:val="mk-MK"/>
        </w:rPr>
        <w:t>азотен оксид</w:t>
      </w:r>
      <w:r w:rsidR="00DC05B0" w:rsidRPr="00B36E4F">
        <w:t xml:space="preserve"> (N</w:t>
      </w:r>
      <w:r w:rsidR="00DC05B0" w:rsidRPr="00B36E4F">
        <w:rPr>
          <w:vertAlign w:val="subscript"/>
        </w:rPr>
        <w:t>2</w:t>
      </w:r>
      <w:r w:rsidR="00DC05B0" w:rsidRPr="00B36E4F">
        <w:t>O)</w:t>
      </w:r>
      <w:r w:rsidR="00334371" w:rsidRPr="00B36E4F">
        <w:rPr>
          <w:lang w:val="mk-MK"/>
        </w:rPr>
        <w:t xml:space="preserve">и широк спектар на </w:t>
      </w:r>
      <w:proofErr w:type="spellStart"/>
      <w:r w:rsidR="00334371" w:rsidRPr="00B36E4F">
        <w:rPr>
          <w:lang w:val="mk-MK"/>
        </w:rPr>
        <w:t>хлорофлуорокарбонати</w:t>
      </w:r>
      <w:proofErr w:type="spellEnd"/>
      <w:r w:rsidR="00334371" w:rsidRPr="00B36E4F">
        <w:rPr>
          <w:lang w:val="mk-MK"/>
        </w:rPr>
        <w:t xml:space="preserve"> и други </w:t>
      </w:r>
      <w:proofErr w:type="spellStart"/>
      <w:r w:rsidR="00334371" w:rsidRPr="00B36E4F">
        <w:rPr>
          <w:lang w:val="mk-MK"/>
        </w:rPr>
        <w:t>флуорирани</w:t>
      </w:r>
      <w:proofErr w:type="spellEnd"/>
      <w:r w:rsidR="00334371" w:rsidRPr="00B36E4F">
        <w:rPr>
          <w:lang w:val="mk-MK"/>
        </w:rPr>
        <w:t xml:space="preserve"> соединенија</w:t>
      </w:r>
      <w:r w:rsidR="00DC05B0" w:rsidRPr="00B36E4F">
        <w:t>(</w:t>
      </w:r>
      <w:r w:rsidR="00334371" w:rsidRPr="00B36E4F">
        <w:rPr>
          <w:lang w:val="mk-MK"/>
        </w:rPr>
        <w:t>така наречените</w:t>
      </w:r>
      <w:r w:rsidR="00DC05B0" w:rsidRPr="00B36E4F">
        <w:t xml:space="preserve"> F-</w:t>
      </w:r>
      <w:r w:rsidR="00334371" w:rsidRPr="00B36E4F">
        <w:rPr>
          <w:lang w:val="mk-MK"/>
        </w:rPr>
        <w:t>гасови</w:t>
      </w:r>
      <w:r w:rsidR="00DC05B0" w:rsidRPr="00B36E4F">
        <w:t xml:space="preserve">). </w:t>
      </w:r>
      <w:r w:rsidR="00334371" w:rsidRPr="00B36E4F">
        <w:rPr>
          <w:lang w:val="mk-MK"/>
        </w:rPr>
        <w:t>Молекула за молекула</w:t>
      </w:r>
      <w:r w:rsidR="00DC05B0" w:rsidRPr="00B36E4F">
        <w:t xml:space="preserve">, </w:t>
      </w:r>
      <w:r w:rsidR="00334371" w:rsidRPr="00B36E4F">
        <w:rPr>
          <w:lang w:val="mk-MK"/>
        </w:rPr>
        <w:t>многу од не</w:t>
      </w:r>
      <w:r w:rsidR="00DC05B0" w:rsidRPr="00B36E4F">
        <w:t>-CO</w:t>
      </w:r>
      <w:r w:rsidR="00DC05B0" w:rsidRPr="00B36E4F">
        <w:rPr>
          <w:vertAlign w:val="subscript"/>
        </w:rPr>
        <w:t>2</w:t>
      </w:r>
      <w:r w:rsidR="00DC05B0" w:rsidRPr="00B36E4F">
        <w:t xml:space="preserve"> </w:t>
      </w:r>
      <w:r w:rsidR="00334371" w:rsidRPr="00B36E4F">
        <w:rPr>
          <w:lang w:val="mk-MK"/>
        </w:rPr>
        <w:t>гасови придонесуваат десетици</w:t>
      </w:r>
      <w:r w:rsidR="00DC05B0" w:rsidRPr="00B36E4F">
        <w:t xml:space="preserve">, </w:t>
      </w:r>
      <w:r w:rsidR="00334371" w:rsidRPr="00B36E4F">
        <w:rPr>
          <w:lang w:val="mk-MK"/>
        </w:rPr>
        <w:t xml:space="preserve">стотици па дури и илјадници пати повеќе за глобалното </w:t>
      </w:r>
      <w:r w:rsidR="004461C0" w:rsidRPr="00B36E4F">
        <w:rPr>
          <w:lang w:val="mk-MK"/>
        </w:rPr>
        <w:t>затоплување во текот на следниот</w:t>
      </w:r>
      <w:r w:rsidR="00334371" w:rsidRPr="00B36E4F">
        <w:rPr>
          <w:lang w:val="mk-MK"/>
        </w:rPr>
        <w:t xml:space="preserve"> век отколку </w:t>
      </w:r>
      <w:r w:rsidR="00DC05B0" w:rsidRPr="00B36E4F">
        <w:t xml:space="preserve"> CO</w:t>
      </w:r>
      <w:r w:rsidR="00DC05B0" w:rsidRPr="00B36E4F">
        <w:rPr>
          <w:vertAlign w:val="subscript"/>
        </w:rPr>
        <w:t>2</w:t>
      </w:r>
      <w:r w:rsidR="00DC05B0" w:rsidRPr="00B36E4F">
        <w:t xml:space="preserve">. </w:t>
      </w:r>
      <w:r w:rsidR="00334371" w:rsidRPr="00B36E4F">
        <w:rPr>
          <w:lang w:val="mk-MK"/>
        </w:rPr>
        <w:t>Иако нивните концентрации се ниски, тие рапидно растат.</w:t>
      </w:r>
    </w:p>
    <w:p w:rsidR="002C1D77" w:rsidRPr="00B36E4F" w:rsidRDefault="00334371" w:rsidP="002C165A">
      <w:pPr>
        <w:keepLines/>
        <w:numPr>
          <w:ilvl w:val="0"/>
          <w:numId w:val="1"/>
        </w:numPr>
        <w:spacing w:after="120" w:line="276" w:lineRule="auto"/>
        <w:ind w:left="403" w:hanging="403"/>
      </w:pPr>
      <w:r w:rsidRPr="00B36E4F">
        <w:rPr>
          <w:b/>
          <w:lang w:val="mk-MK"/>
        </w:rPr>
        <w:t>Одлучете дали да инвестирате во  истражување и развој</w:t>
      </w:r>
      <w:r w:rsidR="00DC05B0" w:rsidRPr="00B36E4F">
        <w:rPr>
          <w:b/>
        </w:rPr>
        <w:t xml:space="preserve"> (R&amp;D) </w:t>
      </w:r>
      <w:r w:rsidRPr="00B36E4F">
        <w:rPr>
          <w:b/>
          <w:lang w:val="mk-MK"/>
        </w:rPr>
        <w:t>за нов нискобуџетен нулта-јаглерод извор на енергија</w:t>
      </w:r>
      <w:r w:rsidR="00DC05B0" w:rsidRPr="00B36E4F">
        <w:rPr>
          <w:b/>
        </w:rPr>
        <w:t>.</w:t>
      </w:r>
      <w:r w:rsidR="00DC05B0" w:rsidRPr="00B36E4F">
        <w:t xml:space="preserve"> </w:t>
      </w:r>
      <w:r w:rsidRPr="00B36E4F">
        <w:rPr>
          <w:lang w:val="mk-MK"/>
        </w:rPr>
        <w:t>Некои научници веруваат дека  нов вид на нуклеарна енергија</w:t>
      </w:r>
      <w:r w:rsidR="00DC05B0" w:rsidRPr="00B36E4F">
        <w:t xml:space="preserve">, </w:t>
      </w:r>
      <w:r w:rsidRPr="00B36E4F">
        <w:rPr>
          <w:lang w:val="mk-MK"/>
        </w:rPr>
        <w:t xml:space="preserve">како што е </w:t>
      </w:r>
      <w:proofErr w:type="spellStart"/>
      <w:r w:rsidRPr="00B36E4F">
        <w:rPr>
          <w:lang w:val="mk-MK"/>
        </w:rPr>
        <w:t>ториумска</w:t>
      </w:r>
      <w:proofErr w:type="spellEnd"/>
      <w:r w:rsidRPr="00B36E4F">
        <w:rPr>
          <w:lang w:val="mk-MK"/>
        </w:rPr>
        <w:t xml:space="preserve"> </w:t>
      </w:r>
      <w:proofErr w:type="spellStart"/>
      <w:r w:rsidRPr="00B36E4F">
        <w:rPr>
          <w:lang w:val="mk-MK"/>
        </w:rPr>
        <w:t>физија</w:t>
      </w:r>
      <w:proofErr w:type="spellEnd"/>
      <w:r w:rsidRPr="00B36E4F">
        <w:rPr>
          <w:lang w:val="mk-MK"/>
        </w:rPr>
        <w:t xml:space="preserve"> или нуклеарна фузија</w:t>
      </w:r>
      <w:r w:rsidR="00DC05B0" w:rsidRPr="00B36E4F">
        <w:t xml:space="preserve">, </w:t>
      </w:r>
      <w:r w:rsidRPr="00B36E4F">
        <w:rPr>
          <w:lang w:val="mk-MK"/>
        </w:rPr>
        <w:t>ќе го понудат најдобриот извор на енергија за замена на фосилните горива</w:t>
      </w:r>
      <w:r w:rsidR="00DC05B0" w:rsidRPr="00B36E4F">
        <w:t xml:space="preserve">, </w:t>
      </w:r>
      <w:r w:rsidRPr="00B36E4F">
        <w:rPr>
          <w:lang w:val="mk-MK"/>
        </w:rPr>
        <w:t>тврдејќи дека ваквите технологии можат да обезбедат ниска цена</w:t>
      </w:r>
      <w:r w:rsidR="00DC05B0" w:rsidRPr="00B36E4F">
        <w:t xml:space="preserve">, </w:t>
      </w:r>
      <w:r w:rsidRPr="00B36E4F">
        <w:rPr>
          <w:lang w:val="mk-MK"/>
        </w:rPr>
        <w:t>нулта-јаглеродна електрична енергија</w:t>
      </w:r>
      <w:r w:rsidR="00DC05B0" w:rsidRPr="00B36E4F">
        <w:t xml:space="preserve">. </w:t>
      </w:r>
      <w:r w:rsidRPr="00B36E4F">
        <w:rPr>
          <w:lang w:val="mk-MK"/>
        </w:rPr>
        <w:t>Неколку истакнати универзитети и компании истражуваат нови ветувачки решенија за нуклеарната енергија</w:t>
      </w:r>
      <w:r w:rsidR="00DC05B0" w:rsidRPr="00B36E4F">
        <w:t xml:space="preserve">. </w:t>
      </w:r>
      <w:r w:rsidRPr="00B36E4F">
        <w:rPr>
          <w:lang w:val="mk-MK"/>
        </w:rPr>
        <w:t>Сепак</w:t>
      </w:r>
      <w:r w:rsidR="00DC05B0" w:rsidRPr="00B36E4F">
        <w:t xml:space="preserve">, </w:t>
      </w:r>
      <w:r w:rsidRPr="00B36E4F">
        <w:rPr>
          <w:lang w:val="mk-MK"/>
        </w:rPr>
        <w:t xml:space="preserve">овие нови технологии во моментов се недостапни </w:t>
      </w:r>
      <w:r w:rsidR="003D1D09" w:rsidRPr="00B36E4F">
        <w:rPr>
          <w:lang w:val="mk-MK"/>
        </w:rPr>
        <w:t>и ќе бараат значителна инвестиција за да станат трговски одржливи</w:t>
      </w:r>
      <w:r w:rsidR="00DC05B0" w:rsidRPr="00B36E4F">
        <w:t>.</w:t>
      </w:r>
    </w:p>
    <w:p w:rsidR="002C1D77" w:rsidRPr="00B36E4F" w:rsidRDefault="003D1D09" w:rsidP="002C165A">
      <w:pPr>
        <w:numPr>
          <w:ilvl w:val="0"/>
          <w:numId w:val="1"/>
        </w:numPr>
        <w:spacing w:after="120" w:line="276" w:lineRule="auto"/>
        <w:ind w:left="403" w:hanging="403"/>
      </w:pPr>
      <w:r w:rsidRPr="00B36E4F">
        <w:rPr>
          <w:b/>
          <w:color w:val="000000"/>
          <w:lang w:val="mk-MK" w:bidi="en-US"/>
        </w:rPr>
        <w:t>Одлучете дали може да се направат значителни движења во технологијата за отстранување на јаглеродот</w:t>
      </w:r>
      <w:r w:rsidR="00DC05B0" w:rsidRPr="00B36E4F">
        <w:rPr>
          <w:b/>
        </w:rPr>
        <w:t>.</w:t>
      </w:r>
      <w:r w:rsidR="00BE2C0D" w:rsidRPr="00B36E4F">
        <w:t xml:space="preserve"> </w:t>
      </w:r>
      <w:r w:rsidRPr="00B36E4F">
        <w:rPr>
          <w:lang w:val="mk-MK"/>
        </w:rPr>
        <w:t>На новата област за отстранување на јаглерод диоксид</w:t>
      </w:r>
      <w:r w:rsidR="00DC05B0" w:rsidRPr="00B36E4F">
        <w:t xml:space="preserve"> (CDR) </w:t>
      </w:r>
      <w:r w:rsidRPr="00B36E4F">
        <w:rPr>
          <w:lang w:val="mk-MK"/>
        </w:rPr>
        <w:t xml:space="preserve">технологијата бара методи за отстранување на </w:t>
      </w:r>
      <w:r w:rsidR="00DC05B0" w:rsidRPr="00B36E4F">
        <w:t xml:space="preserve"> CO2 </w:t>
      </w:r>
      <w:r w:rsidRPr="00B36E4F">
        <w:rPr>
          <w:lang w:val="mk-MK"/>
        </w:rPr>
        <w:t xml:space="preserve"> веќе во атмосферата</w:t>
      </w:r>
      <w:r w:rsidR="00DC05B0" w:rsidRPr="00B36E4F">
        <w:t xml:space="preserve">. </w:t>
      </w:r>
      <w:r w:rsidRPr="00B36E4F">
        <w:rPr>
          <w:lang w:val="mk-MK"/>
        </w:rPr>
        <w:t xml:space="preserve">Овие технологии се движат од промени во земјоделски практики </w:t>
      </w:r>
      <w:r w:rsidR="00BE4994" w:rsidRPr="00B36E4F">
        <w:rPr>
          <w:lang w:val="mk-MK"/>
        </w:rPr>
        <w:t xml:space="preserve"> што можат да се применат денес, до шпекулации и неодобрени технологии, како што е </w:t>
      </w:r>
      <w:r w:rsidR="00DC05B0" w:rsidRPr="00B36E4F">
        <w:t xml:space="preserve"> </w:t>
      </w:r>
      <w:r w:rsidR="00BE4994" w:rsidRPr="00B36E4F">
        <w:rPr>
          <w:lang w:val="mk-MK"/>
        </w:rPr>
        <w:t>Директно Снимање на Воздухот</w:t>
      </w:r>
      <w:r w:rsidR="00DC05B0" w:rsidRPr="00B36E4F">
        <w:t xml:space="preserve"> (DAC). </w:t>
      </w:r>
      <w:r w:rsidR="00BE4994" w:rsidRPr="00B36E4F">
        <w:rPr>
          <w:lang w:val="mk-MK"/>
        </w:rPr>
        <w:t>Вашата група може да одлучи да инвестира во овие технологии</w:t>
      </w:r>
      <w:r w:rsidR="00DC05B0" w:rsidRPr="00B36E4F">
        <w:t>.</w:t>
      </w:r>
    </w:p>
    <w:p w:rsidR="002C1D77" w:rsidRPr="00B36E4F" w:rsidRDefault="00BE4994" w:rsidP="002C165A">
      <w:pPr>
        <w:numPr>
          <w:ilvl w:val="0"/>
          <w:numId w:val="1"/>
        </w:numPr>
        <w:tabs>
          <w:tab w:val="left" w:pos="355"/>
        </w:tabs>
        <w:spacing w:after="120" w:line="276" w:lineRule="auto"/>
        <w:ind w:left="403" w:hanging="403"/>
      </w:pPr>
      <w:r w:rsidRPr="00B36E4F">
        <w:rPr>
          <w:b/>
          <w:lang w:val="mk-MK"/>
        </w:rPr>
        <w:t>Размислите да ставите цена на емисиите на</w:t>
      </w:r>
      <w:r w:rsidR="00DC05B0" w:rsidRPr="00B36E4F">
        <w:rPr>
          <w:b/>
        </w:rPr>
        <w:t xml:space="preserve"> CO</w:t>
      </w:r>
      <w:r w:rsidR="00DC05B0" w:rsidRPr="00B36E4F">
        <w:rPr>
          <w:b/>
          <w:vertAlign w:val="subscript"/>
        </w:rPr>
        <w:t>2</w:t>
      </w:r>
      <w:r w:rsidR="00DC05B0" w:rsidRPr="00B36E4F">
        <w:rPr>
          <w:b/>
        </w:rPr>
        <w:t>.</w:t>
      </w:r>
      <w:r w:rsidR="00DC05B0" w:rsidRPr="00B36E4F">
        <w:t xml:space="preserve"> </w:t>
      </w:r>
      <w:r w:rsidRPr="00B36E4F">
        <w:rPr>
          <w:lang w:val="mk-MK"/>
        </w:rPr>
        <w:t>Фосилните горива се уште доминираат во светскиот енергетски систем, а</w:t>
      </w:r>
      <w:r w:rsidR="00DC05B0" w:rsidRPr="00B36E4F">
        <w:t xml:space="preserve"> CO</w:t>
      </w:r>
      <w:r w:rsidR="00DC05B0" w:rsidRPr="00B36E4F">
        <w:rPr>
          <w:vertAlign w:val="subscript"/>
        </w:rPr>
        <w:t>2</w:t>
      </w:r>
      <w:r w:rsidR="00DC05B0" w:rsidRPr="00B36E4F">
        <w:t xml:space="preserve"> </w:t>
      </w:r>
      <w:r w:rsidRPr="00B36E4F">
        <w:rPr>
          <w:lang w:val="mk-MK"/>
        </w:rPr>
        <w:t>што го испуштаат е далеку најголем извор на емисии на стакленички гасови</w:t>
      </w:r>
      <w:r w:rsidR="00DC05B0" w:rsidRPr="00B36E4F">
        <w:t xml:space="preserve">. </w:t>
      </w:r>
      <w:r w:rsidRPr="00B36E4F">
        <w:rPr>
          <w:lang w:val="mk-MK"/>
        </w:rPr>
        <w:t xml:space="preserve">Економистите се согласуваат дека цената на јаглеродот е најдобриот начин за намалување на глобалните емисии на </w:t>
      </w:r>
      <w:proofErr w:type="spellStart"/>
      <w:r w:rsidRPr="00B36E4F">
        <w:rPr>
          <w:lang w:val="mk-MK"/>
        </w:rPr>
        <w:t>стакленичките</w:t>
      </w:r>
      <w:proofErr w:type="spellEnd"/>
      <w:r w:rsidRPr="00B36E4F">
        <w:rPr>
          <w:lang w:val="mk-MK"/>
        </w:rPr>
        <w:t xml:space="preserve"> гасови</w:t>
      </w:r>
      <w:r w:rsidR="00DC05B0" w:rsidRPr="00B36E4F">
        <w:t xml:space="preserve">. </w:t>
      </w:r>
      <w:r w:rsidRPr="00B36E4F">
        <w:rPr>
          <w:lang w:val="mk-MK"/>
        </w:rPr>
        <w:t>Размислите да ставите цена на јаглеродот</w:t>
      </w:r>
      <w:r w:rsidR="00DC05B0" w:rsidRPr="00B36E4F">
        <w:t xml:space="preserve">, </w:t>
      </w:r>
      <w:r w:rsidRPr="00B36E4F">
        <w:rPr>
          <w:lang w:val="mk-MK"/>
        </w:rPr>
        <w:t>можеби со текот на времето, со цел да им дадете време на индустријата и на потрошувачите да се прилагодат</w:t>
      </w:r>
      <w:r w:rsidR="00DC05B0" w:rsidRPr="00B36E4F">
        <w:t xml:space="preserve">. </w:t>
      </w:r>
      <w:r w:rsidR="001078EC" w:rsidRPr="00B36E4F">
        <w:rPr>
          <w:lang w:val="mk-MK"/>
        </w:rPr>
        <w:t>Приходите можат да се вратат на</w:t>
      </w:r>
      <w:r w:rsidR="00C10DFE" w:rsidRPr="00B36E4F">
        <w:rPr>
          <w:lang w:val="mk-MK"/>
        </w:rPr>
        <w:t xml:space="preserve"> јавноста</w:t>
      </w:r>
      <w:r w:rsidR="00DC05B0" w:rsidRPr="00B36E4F">
        <w:t xml:space="preserve">, </w:t>
      </w:r>
      <w:r w:rsidR="001078EC" w:rsidRPr="00B36E4F">
        <w:rPr>
          <w:lang w:val="mk-MK"/>
        </w:rPr>
        <w:t xml:space="preserve">да помогнат во трошоците на </w:t>
      </w:r>
      <w:r w:rsidR="00C10DFE" w:rsidRPr="00B36E4F">
        <w:rPr>
          <w:lang w:val="mk-MK"/>
        </w:rPr>
        <w:t xml:space="preserve"> други политики</w:t>
      </w:r>
      <w:r w:rsidR="00DC05B0" w:rsidRPr="00B36E4F">
        <w:t xml:space="preserve">, </w:t>
      </w:r>
      <w:r w:rsidR="00C10DFE" w:rsidRPr="00B36E4F">
        <w:rPr>
          <w:lang w:val="mk-MK"/>
        </w:rPr>
        <w:t>да ги намалат фискалните дефицити</w:t>
      </w:r>
      <w:r w:rsidR="00DC05B0" w:rsidRPr="00B36E4F">
        <w:t xml:space="preserve">, </w:t>
      </w:r>
      <w:r w:rsidR="00C10DFE" w:rsidRPr="00B36E4F">
        <w:rPr>
          <w:lang w:val="mk-MK"/>
        </w:rPr>
        <w:t>или да обезбедат помош за да им помогнете на земјите во развој да ги намалат своите емисии</w:t>
      </w:r>
      <w:r w:rsidR="00DC05B0" w:rsidRPr="00B36E4F">
        <w:t xml:space="preserve">. </w:t>
      </w:r>
      <w:r w:rsidR="00C10DFE" w:rsidRPr="00B36E4F">
        <w:rPr>
          <w:lang w:val="mk-MK"/>
        </w:rPr>
        <w:t xml:space="preserve">Иако цените на јаглеродот се спроведени во некои од вашите земји </w:t>
      </w:r>
      <w:r w:rsidR="00DC05B0" w:rsidRPr="00B36E4F">
        <w:t xml:space="preserve">, </w:t>
      </w:r>
      <w:r w:rsidR="00C10DFE" w:rsidRPr="00B36E4F">
        <w:rPr>
          <w:lang w:val="mk-MK"/>
        </w:rPr>
        <w:t>држави</w:t>
      </w:r>
      <w:r w:rsidR="00DC05B0" w:rsidRPr="00B36E4F">
        <w:t xml:space="preserve">, </w:t>
      </w:r>
      <w:r w:rsidR="00C10DFE" w:rsidRPr="00B36E4F">
        <w:rPr>
          <w:lang w:val="mk-MK"/>
        </w:rPr>
        <w:t>и провинции, повеќето се далеку пониски од</w:t>
      </w:r>
      <w:r w:rsidR="00DC05B0" w:rsidRPr="00B36E4F">
        <w:t xml:space="preserve"> 30-50 </w:t>
      </w:r>
      <w:r w:rsidR="00C10DFE" w:rsidRPr="00B36E4F">
        <w:rPr>
          <w:lang w:val="mk-MK"/>
        </w:rPr>
        <w:t>долари за тон</w:t>
      </w:r>
      <w:r w:rsidR="00DC05B0" w:rsidRPr="00B36E4F">
        <w:t xml:space="preserve"> CO</w:t>
      </w:r>
      <w:r w:rsidR="00DC05B0" w:rsidRPr="00B36E4F">
        <w:rPr>
          <w:vertAlign w:val="subscript"/>
        </w:rPr>
        <w:t>2</w:t>
      </w:r>
      <w:r w:rsidR="00DC05B0" w:rsidRPr="00B36E4F">
        <w:t xml:space="preserve">, </w:t>
      </w:r>
      <w:r w:rsidR="00C10DFE" w:rsidRPr="00B36E4F">
        <w:rPr>
          <w:lang w:val="mk-MK"/>
        </w:rPr>
        <w:t>или повеќе</w:t>
      </w:r>
      <w:r w:rsidR="00DC05B0" w:rsidRPr="00B36E4F">
        <w:t xml:space="preserve">, </w:t>
      </w:r>
      <w:r w:rsidR="00AC4033" w:rsidRPr="00B36E4F">
        <w:rPr>
          <w:lang w:val="mk-MK"/>
        </w:rPr>
        <w:t>препорачуваат многу економисти</w:t>
      </w:r>
      <w:r w:rsidR="00DC05B0" w:rsidRPr="00B36E4F">
        <w:t xml:space="preserve">. </w:t>
      </w:r>
      <w:r w:rsidR="00AC4033" w:rsidRPr="00B36E4F">
        <w:rPr>
          <w:lang w:val="mk-MK"/>
        </w:rPr>
        <w:t>Индустријата за фосилни горива се спротивставува на цените на јаглеродот</w:t>
      </w:r>
      <w:r w:rsidR="00DC05B0" w:rsidRPr="00B36E4F">
        <w:t xml:space="preserve">, </w:t>
      </w:r>
      <w:r w:rsidR="00AC4033" w:rsidRPr="00B36E4F">
        <w:rPr>
          <w:lang w:val="mk-MK"/>
        </w:rPr>
        <w:t>како и компаниите во голема мерка се потпираат на фосилните горива</w:t>
      </w:r>
      <w:r w:rsidR="00DC05B0" w:rsidRPr="00B36E4F">
        <w:t>.</w:t>
      </w:r>
    </w:p>
    <w:p w:rsidR="002C1D77" w:rsidRPr="00B36E4F" w:rsidRDefault="00AC4033" w:rsidP="002C165A">
      <w:pPr>
        <w:spacing w:after="120" w:line="276" w:lineRule="auto"/>
        <w:rPr>
          <w:b/>
          <w:lang w:val="mk-MK"/>
        </w:rPr>
      </w:pPr>
      <w:r w:rsidRPr="00B36E4F">
        <w:rPr>
          <w:b/>
          <w:color w:val="000000"/>
          <w:lang w:val="mk-MK" w:bidi="en-US"/>
        </w:rPr>
        <w:t>Дополнителни размислувања</w:t>
      </w:r>
    </w:p>
    <w:p w:rsidR="002C1D77" w:rsidRPr="00B36E4F" w:rsidRDefault="00AC4033" w:rsidP="000A6D24">
      <w:pPr>
        <w:spacing w:after="120" w:line="276" w:lineRule="auto"/>
        <w:rPr>
          <w:lang w:val="mk-MK"/>
        </w:rPr>
      </w:pPr>
      <w:r w:rsidRPr="00B36E4F">
        <w:rPr>
          <w:color w:val="000000"/>
          <w:lang w:val="mk-MK" w:bidi="en-US"/>
        </w:rPr>
        <w:t>Вие признавате</w:t>
      </w:r>
      <w:r w:rsidRPr="00B36E4F">
        <w:rPr>
          <w:color w:val="000000"/>
          <w:lang w:bidi="en-US"/>
        </w:rPr>
        <w:t xml:space="preserve"> </w:t>
      </w:r>
      <w:r w:rsidRPr="00B36E4F">
        <w:rPr>
          <w:color w:val="000000"/>
          <w:lang w:val="mk-MK" w:bidi="en-US"/>
        </w:rPr>
        <w:t>дека климатските промени</w:t>
      </w:r>
      <w:r w:rsidRPr="00B36E4F">
        <w:rPr>
          <w:color w:val="000000"/>
          <w:lang w:bidi="en-US"/>
        </w:rPr>
        <w:t xml:space="preserve"> </w:t>
      </w:r>
      <w:r w:rsidRPr="00B36E4F">
        <w:rPr>
          <w:color w:val="000000"/>
          <w:lang w:val="mk-MK" w:bidi="en-US"/>
        </w:rPr>
        <w:t>се реални</w:t>
      </w:r>
      <w:r w:rsidRPr="00B36E4F">
        <w:rPr>
          <w:color w:val="000000"/>
          <w:lang w:bidi="en-US"/>
        </w:rPr>
        <w:t xml:space="preserve">, </w:t>
      </w:r>
      <w:r w:rsidRPr="00B36E4F">
        <w:rPr>
          <w:color w:val="000000"/>
          <w:lang w:val="mk-MK" w:bidi="en-US"/>
        </w:rPr>
        <w:t>предизвикани пред се од</w:t>
      </w:r>
      <w:r w:rsidRPr="00B36E4F">
        <w:rPr>
          <w:color w:val="000000"/>
          <w:lang w:bidi="en-US"/>
        </w:rPr>
        <w:t xml:space="preserve"> </w:t>
      </w:r>
      <w:r w:rsidRPr="00B36E4F">
        <w:rPr>
          <w:color w:val="000000"/>
          <w:lang w:val="mk-MK" w:bidi="en-US"/>
        </w:rPr>
        <w:t>согорување на</w:t>
      </w:r>
      <w:r w:rsidRPr="00B36E4F">
        <w:rPr>
          <w:color w:val="000000"/>
          <w:lang w:bidi="en-US"/>
        </w:rPr>
        <w:t xml:space="preserve"> </w:t>
      </w:r>
      <w:r w:rsidRPr="00B36E4F">
        <w:rPr>
          <w:color w:val="000000"/>
          <w:lang w:val="mk-MK" w:bidi="en-US"/>
        </w:rPr>
        <w:t xml:space="preserve">фосилните горива дека тоа </w:t>
      </w:r>
      <w:r w:rsidRPr="00B36E4F">
        <w:rPr>
          <w:color w:val="000000"/>
          <w:lang w:bidi="en-US"/>
        </w:rPr>
        <w:t xml:space="preserve"> </w:t>
      </w:r>
      <w:r w:rsidRPr="00B36E4F">
        <w:rPr>
          <w:color w:val="000000"/>
          <w:lang w:val="mk-MK" w:bidi="en-US"/>
        </w:rPr>
        <w:t>претставува сериозен ризик</w:t>
      </w:r>
      <w:r w:rsidRPr="00B36E4F">
        <w:rPr>
          <w:color w:val="000000"/>
          <w:lang w:bidi="en-US"/>
        </w:rPr>
        <w:t xml:space="preserve"> </w:t>
      </w:r>
      <w:r w:rsidRPr="00B36E4F">
        <w:rPr>
          <w:color w:val="000000"/>
          <w:lang w:val="mk-MK" w:bidi="en-US"/>
        </w:rPr>
        <w:t xml:space="preserve">за луѓето </w:t>
      </w:r>
      <w:proofErr w:type="spellStart"/>
      <w:r w:rsidRPr="00B36E4F">
        <w:rPr>
          <w:color w:val="000000"/>
          <w:lang w:val="mk-MK" w:bidi="en-US"/>
        </w:rPr>
        <w:t>жирум</w:t>
      </w:r>
      <w:proofErr w:type="spellEnd"/>
      <w:r w:rsidRPr="00B36E4F">
        <w:rPr>
          <w:color w:val="000000"/>
          <w:lang w:val="mk-MK" w:bidi="en-US"/>
        </w:rPr>
        <w:t xml:space="preserve"> светот</w:t>
      </w:r>
      <w:r w:rsidRPr="00B36E4F">
        <w:rPr>
          <w:color w:val="000000"/>
          <w:lang w:bidi="en-US"/>
        </w:rPr>
        <w:t xml:space="preserve"> - </w:t>
      </w:r>
      <w:r w:rsidRPr="00B36E4F">
        <w:rPr>
          <w:color w:val="000000"/>
          <w:lang w:val="mk-MK" w:bidi="en-US"/>
        </w:rPr>
        <w:t>вклучувајќи</w:t>
      </w:r>
      <w:r w:rsidRPr="00B36E4F">
        <w:rPr>
          <w:color w:val="000000"/>
          <w:lang w:bidi="en-US"/>
        </w:rPr>
        <w:t xml:space="preserve"> </w:t>
      </w:r>
      <w:r w:rsidRPr="00B36E4F">
        <w:rPr>
          <w:color w:val="000000"/>
          <w:lang w:val="mk-MK" w:bidi="en-US"/>
        </w:rPr>
        <w:t>ве и</w:t>
      </w:r>
      <w:r w:rsidRPr="00B36E4F">
        <w:rPr>
          <w:color w:val="000000"/>
          <w:lang w:bidi="en-US"/>
        </w:rPr>
        <w:t xml:space="preserve"> </w:t>
      </w:r>
      <w:r w:rsidRPr="00B36E4F">
        <w:rPr>
          <w:color w:val="000000"/>
          <w:lang w:val="mk-MK" w:bidi="en-US"/>
        </w:rPr>
        <w:t>Вас. Климатските промени се сериозна закана што ја поткопуваат вашата национална безбедност</w:t>
      </w:r>
      <w:r w:rsidR="00DC05B0" w:rsidRPr="00B36E4F">
        <w:rPr>
          <w:color w:val="000000"/>
          <w:lang w:val="mk-MK" w:bidi="en-US"/>
        </w:rPr>
        <w:t xml:space="preserve">, </w:t>
      </w:r>
      <w:r w:rsidR="001C2DE2" w:rsidRPr="00B36E4F">
        <w:rPr>
          <w:color w:val="000000"/>
          <w:lang w:val="mk-MK" w:bidi="en-US"/>
        </w:rPr>
        <w:t xml:space="preserve">бидејќи </w:t>
      </w:r>
      <w:proofErr w:type="spellStart"/>
      <w:r w:rsidR="001C2DE2" w:rsidRPr="00B36E4F">
        <w:rPr>
          <w:color w:val="000000"/>
          <w:lang w:val="mk-MK" w:bidi="en-US"/>
        </w:rPr>
        <w:t>штетите</w:t>
      </w:r>
      <w:proofErr w:type="spellEnd"/>
      <w:r w:rsidR="001C2DE2" w:rsidRPr="00B36E4F">
        <w:rPr>
          <w:color w:val="000000"/>
          <w:lang w:val="mk-MK" w:bidi="en-US"/>
        </w:rPr>
        <w:t xml:space="preserve"> од климатските промени се </w:t>
      </w:r>
      <w:proofErr w:type="spellStart"/>
      <w:r w:rsidR="001C2DE2" w:rsidRPr="00B36E4F">
        <w:rPr>
          <w:color w:val="000000"/>
          <w:lang w:val="mk-MK" w:bidi="en-US"/>
        </w:rPr>
        <w:t>провеќе</w:t>
      </w:r>
      <w:proofErr w:type="spellEnd"/>
      <w:r w:rsidR="001C2DE2" w:rsidRPr="00B36E4F">
        <w:rPr>
          <w:color w:val="000000"/>
          <w:lang w:val="mk-MK" w:bidi="en-US"/>
        </w:rPr>
        <w:t xml:space="preserve"> предизвикуваат конфликт и миграција</w:t>
      </w:r>
      <w:r w:rsidR="00DC05B0" w:rsidRPr="00B36E4F">
        <w:rPr>
          <w:color w:val="000000"/>
          <w:lang w:val="mk-MK" w:bidi="en-US"/>
        </w:rPr>
        <w:t xml:space="preserve">, </w:t>
      </w:r>
      <w:r w:rsidR="001C2DE2" w:rsidRPr="00B36E4F">
        <w:rPr>
          <w:color w:val="000000"/>
          <w:lang w:val="mk-MK" w:bidi="en-US"/>
        </w:rPr>
        <w:t xml:space="preserve">што веќе предизвикува реакција меѓу некои и наметнување на </w:t>
      </w:r>
      <w:proofErr w:type="spellStart"/>
      <w:r w:rsidR="001C2DE2" w:rsidRPr="00B36E4F">
        <w:rPr>
          <w:color w:val="000000"/>
          <w:lang w:val="mk-MK" w:bidi="en-US"/>
        </w:rPr>
        <w:t>анти</w:t>
      </w:r>
      <w:proofErr w:type="spellEnd"/>
      <w:r w:rsidR="001C2DE2" w:rsidRPr="00B36E4F">
        <w:rPr>
          <w:color w:val="000000"/>
          <w:lang w:val="mk-MK" w:bidi="en-US"/>
        </w:rPr>
        <w:t>-имигрантски политики</w:t>
      </w:r>
      <w:r w:rsidR="00DC05B0" w:rsidRPr="00B36E4F">
        <w:rPr>
          <w:color w:val="000000"/>
          <w:lang w:val="mk-MK" w:bidi="en-US"/>
        </w:rPr>
        <w:t>.</w:t>
      </w:r>
    </w:p>
    <w:p w:rsidR="002C1D77" w:rsidRPr="00B36E4F" w:rsidRDefault="001C2DE2" w:rsidP="000A6D24">
      <w:pPr>
        <w:spacing w:after="120" w:line="276" w:lineRule="auto"/>
        <w:rPr>
          <w:lang w:val="mk-MK"/>
        </w:rPr>
      </w:pPr>
      <w:r w:rsidRPr="00B36E4F">
        <w:rPr>
          <w:color w:val="000000"/>
          <w:lang w:val="mk-MK" w:bidi="en-US"/>
        </w:rPr>
        <w:t>Во исто време</w:t>
      </w:r>
      <w:r w:rsidR="00DC05B0" w:rsidRPr="00B36E4F">
        <w:rPr>
          <w:color w:val="000000"/>
          <w:lang w:val="mk-MK" w:bidi="en-US"/>
        </w:rPr>
        <w:t xml:space="preserve">, </w:t>
      </w:r>
      <w:r w:rsidRPr="00B36E4F">
        <w:rPr>
          <w:color w:val="000000"/>
          <w:lang w:val="mk-MK" w:bidi="en-US"/>
        </w:rPr>
        <w:t>Вашите нации зависат од фосилни горива</w:t>
      </w:r>
      <w:r w:rsidR="00BE2C0D" w:rsidRPr="00B36E4F">
        <w:rPr>
          <w:color w:val="000000"/>
          <w:lang w:val="mk-MK" w:bidi="en-US"/>
        </w:rPr>
        <w:t xml:space="preserve"> </w:t>
      </w:r>
      <w:r w:rsidR="00DC05B0" w:rsidRPr="00B36E4F">
        <w:rPr>
          <w:color w:val="000000"/>
          <w:lang w:val="mk-MK" w:bidi="en-US"/>
        </w:rPr>
        <w:t>—</w:t>
      </w:r>
      <w:r w:rsidR="00BE2C0D" w:rsidRPr="00B36E4F">
        <w:rPr>
          <w:color w:val="000000"/>
          <w:lang w:val="mk-MK" w:bidi="en-US"/>
        </w:rPr>
        <w:t xml:space="preserve"> </w:t>
      </w:r>
      <w:r w:rsidRPr="00B36E4F">
        <w:rPr>
          <w:color w:val="000000"/>
          <w:lang w:val="mk-MK" w:bidi="en-US"/>
        </w:rPr>
        <w:t>Вашите нации се одговорни за</w:t>
      </w:r>
      <w:r w:rsidR="00DC05B0" w:rsidRPr="00B36E4F">
        <w:rPr>
          <w:color w:val="000000"/>
          <w:lang w:val="mk-MK" w:bidi="en-US"/>
        </w:rPr>
        <w:t xml:space="preserve"> 36% </w:t>
      </w:r>
      <w:r w:rsidRPr="00B36E4F">
        <w:rPr>
          <w:color w:val="000000"/>
          <w:lang w:val="mk-MK" w:bidi="en-US"/>
        </w:rPr>
        <w:t>од глобалните емисии на стакленички гасови</w:t>
      </w:r>
      <w:r w:rsidR="00DC05B0" w:rsidRPr="00B36E4F">
        <w:rPr>
          <w:color w:val="000000"/>
          <w:lang w:val="mk-MK" w:bidi="en-US"/>
        </w:rPr>
        <w:t xml:space="preserve"> (GHG) </w:t>
      </w:r>
      <w:r w:rsidRPr="00B36E4F">
        <w:rPr>
          <w:color w:val="000000"/>
          <w:lang w:val="mk-MK" w:bidi="en-US"/>
        </w:rPr>
        <w:t>денес, и многу повисок дел од кумулативните емисии од индустриската револуција</w:t>
      </w:r>
      <w:r w:rsidR="00DC05B0" w:rsidRPr="00B36E4F">
        <w:rPr>
          <w:color w:val="000000"/>
          <w:lang w:val="mk-MK" w:bidi="en-US"/>
        </w:rPr>
        <w:t xml:space="preserve">. </w:t>
      </w:r>
      <w:r w:rsidR="008A0F13" w:rsidRPr="00B36E4F">
        <w:rPr>
          <w:color w:val="000000"/>
          <w:lang w:val="mk-MK" w:bidi="en-US"/>
        </w:rPr>
        <w:t>Економиите на некои нации во Вашата група се потпираат на извозот на фосилни горива</w:t>
      </w:r>
      <w:r w:rsidR="00DC05B0" w:rsidRPr="00B36E4F">
        <w:rPr>
          <w:color w:val="000000"/>
          <w:lang w:val="mk-MK" w:bidi="en-US"/>
        </w:rPr>
        <w:t xml:space="preserve">, </w:t>
      </w:r>
      <w:r w:rsidR="008A0F13" w:rsidRPr="00B36E4F">
        <w:rPr>
          <w:color w:val="000000"/>
          <w:lang w:val="mk-MK" w:bidi="en-US"/>
        </w:rPr>
        <w:t>особено Русија</w:t>
      </w:r>
      <w:r w:rsidR="00DC05B0" w:rsidRPr="00B36E4F">
        <w:rPr>
          <w:color w:val="000000"/>
          <w:lang w:val="mk-MK" w:bidi="en-US"/>
        </w:rPr>
        <w:t xml:space="preserve"> (</w:t>
      </w:r>
      <w:r w:rsidR="008A0F13" w:rsidRPr="00B36E4F">
        <w:rPr>
          <w:color w:val="000000"/>
          <w:lang w:val="mk-MK" w:bidi="en-US"/>
        </w:rPr>
        <w:t>нафта и гас</w:t>
      </w:r>
      <w:r w:rsidR="00DC05B0" w:rsidRPr="00B36E4F">
        <w:rPr>
          <w:color w:val="000000"/>
          <w:lang w:val="mk-MK" w:bidi="en-US"/>
        </w:rPr>
        <w:t xml:space="preserve">), </w:t>
      </w:r>
      <w:r w:rsidR="008A0F13" w:rsidRPr="00B36E4F">
        <w:rPr>
          <w:color w:val="000000"/>
          <w:lang w:val="mk-MK" w:bidi="en-US"/>
        </w:rPr>
        <w:t>Австралија</w:t>
      </w:r>
      <w:r w:rsidR="00DC05B0" w:rsidRPr="00B36E4F">
        <w:rPr>
          <w:color w:val="000000"/>
          <w:lang w:val="mk-MK" w:bidi="en-US"/>
        </w:rPr>
        <w:t xml:space="preserve"> (</w:t>
      </w:r>
      <w:r w:rsidR="008A0F13" w:rsidRPr="00B36E4F">
        <w:rPr>
          <w:color w:val="000000"/>
          <w:lang w:val="mk-MK" w:bidi="en-US"/>
        </w:rPr>
        <w:t>јаглен</w:t>
      </w:r>
      <w:r w:rsidR="00DC05B0" w:rsidRPr="00B36E4F">
        <w:rPr>
          <w:color w:val="000000"/>
          <w:lang w:val="mk-MK" w:bidi="en-US"/>
        </w:rPr>
        <w:t xml:space="preserve">), </w:t>
      </w:r>
      <w:r w:rsidR="008A0F13" w:rsidRPr="00B36E4F">
        <w:rPr>
          <w:color w:val="000000"/>
          <w:lang w:val="mk-MK" w:bidi="en-US"/>
        </w:rPr>
        <w:t>и Канада</w:t>
      </w:r>
      <w:r w:rsidR="00DC05B0" w:rsidRPr="00B36E4F">
        <w:rPr>
          <w:color w:val="000000"/>
          <w:lang w:val="mk-MK" w:bidi="en-US"/>
        </w:rPr>
        <w:t xml:space="preserve"> (</w:t>
      </w:r>
      <w:r w:rsidR="008A0F13" w:rsidRPr="00B36E4F">
        <w:rPr>
          <w:color w:val="000000"/>
          <w:lang w:val="mk-MK" w:bidi="en-US"/>
        </w:rPr>
        <w:t xml:space="preserve">нафта од </w:t>
      </w:r>
      <w:proofErr w:type="spellStart"/>
      <w:r w:rsidR="008A0F13" w:rsidRPr="00B36E4F">
        <w:rPr>
          <w:color w:val="000000"/>
          <w:lang w:val="mk-MK" w:bidi="en-US"/>
        </w:rPr>
        <w:t>катрански</w:t>
      </w:r>
      <w:proofErr w:type="spellEnd"/>
      <w:r w:rsidR="008A0F13" w:rsidRPr="00B36E4F">
        <w:rPr>
          <w:color w:val="000000"/>
          <w:lang w:val="mk-MK" w:bidi="en-US"/>
        </w:rPr>
        <w:t xml:space="preserve"> песоци</w:t>
      </w:r>
      <w:r w:rsidR="00DC05B0" w:rsidRPr="00B36E4F">
        <w:rPr>
          <w:color w:val="000000"/>
          <w:lang w:val="mk-MK" w:bidi="en-US"/>
        </w:rPr>
        <w:t xml:space="preserve">). </w:t>
      </w:r>
      <w:r w:rsidR="008A0F13" w:rsidRPr="00B36E4F">
        <w:rPr>
          <w:color w:val="000000"/>
          <w:lang w:val="mk-MK" w:bidi="en-US"/>
        </w:rPr>
        <w:t xml:space="preserve">Соединетите Американски Држави ја објавија својата намера да се повлечат од </w:t>
      </w:r>
      <w:r w:rsidR="00DC05B0" w:rsidRPr="00B36E4F">
        <w:rPr>
          <w:color w:val="000000"/>
          <w:lang w:val="mk-MK" w:bidi="en-US"/>
        </w:rPr>
        <w:t xml:space="preserve"> </w:t>
      </w:r>
      <w:r w:rsidR="008A0F13" w:rsidRPr="00B36E4F">
        <w:rPr>
          <w:color w:val="000000"/>
          <w:lang w:val="mk-MK" w:bidi="en-US"/>
        </w:rPr>
        <w:t>Договорот за климата во Париз во 2015 година</w:t>
      </w:r>
      <w:r w:rsidR="00DC05B0" w:rsidRPr="00B36E4F">
        <w:rPr>
          <w:color w:val="000000"/>
          <w:lang w:val="mk-MK" w:bidi="en-US"/>
        </w:rPr>
        <w:t xml:space="preserve">, </w:t>
      </w:r>
      <w:r w:rsidR="008A0F13" w:rsidRPr="00B36E4F">
        <w:rPr>
          <w:color w:val="000000"/>
          <w:lang w:val="mk-MK" w:bidi="en-US"/>
        </w:rPr>
        <w:t xml:space="preserve">а сојузната влада на САД </w:t>
      </w:r>
      <w:r w:rsidR="005D1516" w:rsidRPr="00B36E4F">
        <w:rPr>
          <w:color w:val="000000"/>
          <w:lang w:val="mk-MK" w:bidi="en-US"/>
        </w:rPr>
        <w:t xml:space="preserve"> возвраќа многу политики за климатските  услови</w:t>
      </w:r>
      <w:r w:rsidR="00DC05B0" w:rsidRPr="00B36E4F">
        <w:rPr>
          <w:color w:val="000000"/>
          <w:lang w:val="mk-MK" w:bidi="en-US"/>
        </w:rPr>
        <w:t xml:space="preserve">. </w:t>
      </w:r>
      <w:r w:rsidR="005D1516" w:rsidRPr="00B36E4F">
        <w:rPr>
          <w:color w:val="000000"/>
          <w:lang w:val="mk-MK" w:bidi="en-US"/>
        </w:rPr>
        <w:t>Во исто време</w:t>
      </w:r>
      <w:r w:rsidR="00DC05B0" w:rsidRPr="00B36E4F">
        <w:rPr>
          <w:color w:val="000000"/>
          <w:lang w:val="mk-MK" w:bidi="en-US"/>
        </w:rPr>
        <w:t xml:space="preserve">, </w:t>
      </w:r>
      <w:r w:rsidR="005D1516" w:rsidRPr="00B36E4F">
        <w:rPr>
          <w:rStyle w:val="Bodytext2"/>
          <w:lang w:val="mk-MK"/>
        </w:rPr>
        <w:t>десетици држави</w:t>
      </w:r>
      <w:r w:rsidR="00DC05B0" w:rsidRPr="00B36E4F">
        <w:rPr>
          <w:lang w:val="mk-MK"/>
        </w:rPr>
        <w:t xml:space="preserve"> </w:t>
      </w:r>
      <w:r w:rsidR="005D1516" w:rsidRPr="00B36E4F">
        <w:rPr>
          <w:color w:val="000000"/>
          <w:lang w:val="mk-MK" w:bidi="en-US"/>
        </w:rPr>
        <w:t>и стотици градови</w:t>
      </w:r>
      <w:r w:rsidR="00DC05B0" w:rsidRPr="00B36E4F">
        <w:rPr>
          <w:color w:val="000000"/>
          <w:lang w:val="mk-MK" w:bidi="en-US"/>
        </w:rPr>
        <w:t xml:space="preserve">, </w:t>
      </w:r>
      <w:r w:rsidR="005D1516" w:rsidRPr="00B36E4F">
        <w:rPr>
          <w:color w:val="000000"/>
          <w:lang w:val="mk-MK" w:bidi="en-US"/>
        </w:rPr>
        <w:t>окрузи</w:t>
      </w:r>
      <w:r w:rsidR="00DC05B0" w:rsidRPr="00B36E4F">
        <w:rPr>
          <w:color w:val="000000"/>
          <w:lang w:val="mk-MK" w:bidi="en-US"/>
        </w:rPr>
        <w:t xml:space="preserve">, </w:t>
      </w:r>
      <w:r w:rsidR="005D1516" w:rsidRPr="00B36E4F">
        <w:rPr>
          <w:color w:val="000000"/>
          <w:lang w:val="mk-MK" w:bidi="en-US"/>
        </w:rPr>
        <w:t>и бизниси во САД изјавија</w:t>
      </w:r>
      <w:r w:rsidR="00DC05B0" w:rsidRPr="00B36E4F">
        <w:rPr>
          <w:color w:val="000000"/>
          <w:lang w:val="mk-MK" w:bidi="en-US"/>
        </w:rPr>
        <w:t xml:space="preserve"> “</w:t>
      </w:r>
      <w:r w:rsidR="005D1516" w:rsidRPr="00B36E4F">
        <w:rPr>
          <w:rStyle w:val="Bodytext2"/>
          <w:lang w:val="mk-MK"/>
        </w:rPr>
        <w:t>ние се уште сме во</w:t>
      </w:r>
      <w:r w:rsidR="00DC05B0" w:rsidRPr="00B36E4F">
        <w:rPr>
          <w:color w:val="000000"/>
          <w:lang w:val="mk-MK" w:bidi="en-US"/>
        </w:rPr>
        <w:t>”</w:t>
      </w:r>
      <w:r w:rsidR="00DC05B0" w:rsidRPr="00B36E4F">
        <w:rPr>
          <w:lang w:val="mk-MK"/>
        </w:rPr>
        <w:t xml:space="preserve"> </w:t>
      </w:r>
      <w:r w:rsidR="005D1516" w:rsidRPr="00B36E4F">
        <w:rPr>
          <w:color w:val="000000"/>
          <w:lang w:val="mk-MK" w:eastAsia="cs-CZ" w:bidi="cs-CZ"/>
        </w:rPr>
        <w:t xml:space="preserve">и вети дека ќе го исполни или надмине нивниот удел во заложбите на </w:t>
      </w:r>
      <w:r w:rsidR="005D1516" w:rsidRPr="00B36E4F">
        <w:rPr>
          <w:color w:val="000000"/>
          <w:lang w:val="mk-MK" w:eastAsia="cs-CZ" w:bidi="cs-CZ"/>
        </w:rPr>
        <w:lastRenderedPageBreak/>
        <w:t>САД</w:t>
      </w:r>
      <w:r w:rsidR="00DC05B0" w:rsidRPr="00B36E4F">
        <w:rPr>
          <w:color w:val="000000"/>
          <w:lang w:val="mk-MK" w:bidi="en-US"/>
        </w:rPr>
        <w:t xml:space="preserve">. </w:t>
      </w:r>
      <w:r w:rsidR="005D1516" w:rsidRPr="00B36E4F">
        <w:rPr>
          <w:color w:val="000000"/>
          <w:lang w:val="mk-MK" w:bidi="en-US"/>
        </w:rPr>
        <w:t xml:space="preserve"> Многу влади и бизниси </w:t>
      </w:r>
      <w:r w:rsidR="00031CA9" w:rsidRPr="00B36E4F">
        <w:rPr>
          <w:color w:val="000000"/>
          <w:lang w:val="mk-MK" w:bidi="en-US"/>
        </w:rPr>
        <w:t xml:space="preserve">сметаат дека политиките кои се погодни за климата се добри за економијата. Енергетската ефикасност </w:t>
      </w:r>
      <w:r w:rsidR="00DC05B0" w:rsidRPr="00B36E4F">
        <w:rPr>
          <w:color w:val="000000"/>
          <w:lang w:val="mk-MK" w:bidi="en-US"/>
        </w:rPr>
        <w:t xml:space="preserve">, </w:t>
      </w:r>
      <w:r w:rsidR="00031CA9" w:rsidRPr="00B36E4F">
        <w:rPr>
          <w:color w:val="000000"/>
          <w:lang w:val="mk-MK" w:bidi="en-US"/>
        </w:rPr>
        <w:t>и обновливите извори на енергија како ветер и соларна енергија</w:t>
      </w:r>
      <w:r w:rsidR="00031CA9" w:rsidRPr="00B36E4F">
        <w:rPr>
          <w:color w:val="000000"/>
          <w:lang w:val="mk-MK" w:eastAsia="da-DK" w:bidi="da-DK"/>
        </w:rPr>
        <w:t>, често се профитабилни</w:t>
      </w:r>
      <w:r w:rsidR="00DC05B0" w:rsidRPr="00B36E4F">
        <w:rPr>
          <w:color w:val="000000"/>
          <w:lang w:val="mk-MK" w:bidi="en-US"/>
        </w:rPr>
        <w:t xml:space="preserve">, </w:t>
      </w:r>
      <w:r w:rsidR="00031CA9" w:rsidRPr="00B36E4F">
        <w:rPr>
          <w:color w:val="000000"/>
          <w:lang w:val="mk-MK" w:bidi="en-US"/>
        </w:rPr>
        <w:t>создаваат работни места</w:t>
      </w:r>
      <w:r w:rsidR="00DC05B0" w:rsidRPr="00B36E4F">
        <w:rPr>
          <w:color w:val="000000"/>
          <w:lang w:val="mk-MK" w:bidi="en-US"/>
        </w:rPr>
        <w:t xml:space="preserve">, </w:t>
      </w:r>
      <w:r w:rsidR="00031CA9" w:rsidRPr="00B36E4F">
        <w:rPr>
          <w:color w:val="000000"/>
          <w:lang w:val="mk-MK" w:eastAsia="cs-CZ" w:bidi="cs-CZ"/>
        </w:rPr>
        <w:t>и го подобруваат јавното здравје</w:t>
      </w:r>
      <w:r w:rsidR="00DC05B0" w:rsidRPr="00B36E4F">
        <w:rPr>
          <w:color w:val="000000"/>
          <w:lang w:val="mk-MK" w:bidi="en-US"/>
        </w:rPr>
        <w:t>.</w:t>
      </w:r>
    </w:p>
    <w:p w:rsidR="002C1D77" w:rsidRPr="00B36E4F" w:rsidRDefault="00031CA9">
      <w:pPr>
        <w:spacing w:line="276" w:lineRule="auto"/>
        <w:rPr>
          <w:lang w:val="mk-MK"/>
        </w:rPr>
      </w:pPr>
      <w:r w:rsidRPr="00B36E4F">
        <w:rPr>
          <w:color w:val="000000"/>
          <w:lang w:val="mk-MK" w:bidi="en-US"/>
        </w:rPr>
        <w:t>Додека Вашите нации се обидува</w:t>
      </w:r>
      <w:r w:rsidR="00CA7CDC" w:rsidRPr="00B36E4F">
        <w:rPr>
          <w:color w:val="000000"/>
          <w:lang w:val="mk-MK" w:bidi="en-US"/>
        </w:rPr>
        <w:t>ат да ги намалат В</w:t>
      </w:r>
      <w:r w:rsidRPr="00B36E4F">
        <w:rPr>
          <w:color w:val="000000"/>
          <w:lang w:val="mk-MK" w:bidi="en-US"/>
        </w:rPr>
        <w:t>ашите сопствени емисии на стакленички гасови</w:t>
      </w:r>
      <w:r w:rsidR="00DC05B0" w:rsidRPr="00B36E4F">
        <w:rPr>
          <w:color w:val="000000"/>
          <w:lang w:val="mk-MK" w:bidi="en-US"/>
        </w:rPr>
        <w:t xml:space="preserve">, </w:t>
      </w:r>
      <w:r w:rsidR="00CA7CDC" w:rsidRPr="00B36E4F">
        <w:rPr>
          <w:color w:val="000000"/>
          <w:lang w:val="mk-MK" w:bidi="en-US"/>
        </w:rPr>
        <w:t>ќе забележите дека Кина е најголемиот емитер во светот</w:t>
      </w:r>
      <w:r w:rsidR="00DC05B0" w:rsidRPr="00B36E4F">
        <w:rPr>
          <w:color w:val="000000"/>
          <w:lang w:val="mk-MK" w:bidi="en-US"/>
        </w:rPr>
        <w:t xml:space="preserve"> (28% </w:t>
      </w:r>
      <w:r w:rsidR="00CA7CDC" w:rsidRPr="00B36E4F">
        <w:rPr>
          <w:color w:val="000000"/>
          <w:lang w:val="mk-MK" w:bidi="en-US"/>
        </w:rPr>
        <w:t>од глобалните емисии</w:t>
      </w:r>
      <w:r w:rsidR="00DC05B0" w:rsidRPr="00B36E4F">
        <w:rPr>
          <w:color w:val="000000"/>
          <w:lang w:val="mk-MK" w:bidi="en-US"/>
        </w:rPr>
        <w:t xml:space="preserve">), </w:t>
      </w:r>
      <w:r w:rsidR="00CA7CDC" w:rsidRPr="00B36E4F">
        <w:rPr>
          <w:color w:val="000000"/>
          <w:lang w:val="mk-MK" w:bidi="en-US"/>
        </w:rPr>
        <w:t>и земјите во развој брзо растат околу 65% од глобалните емисии</w:t>
      </w:r>
      <w:r w:rsidR="00DC05B0" w:rsidRPr="00B36E4F">
        <w:rPr>
          <w:color w:val="000000"/>
          <w:lang w:val="mk-MK" w:bidi="en-US"/>
        </w:rPr>
        <w:t xml:space="preserve">, </w:t>
      </w:r>
      <w:r w:rsidR="00CA7CDC" w:rsidRPr="00B36E4F">
        <w:rPr>
          <w:color w:val="000000"/>
          <w:lang w:val="mk-MK" w:bidi="en-US"/>
        </w:rPr>
        <w:t>иако емисиите по лице во тие нации се ниски</w:t>
      </w:r>
      <w:r w:rsidR="00DC05B0" w:rsidRPr="00B36E4F">
        <w:rPr>
          <w:color w:val="000000"/>
          <w:lang w:val="mk-MK" w:bidi="en-US"/>
        </w:rPr>
        <w:t>.</w:t>
      </w:r>
    </w:p>
    <w:sectPr w:rsidR="002C1D77" w:rsidRPr="00B36E4F" w:rsidSect="004D0C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1134" w:bottom="1134" w:left="1247" w:header="284" w:footer="284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03B" w:rsidRDefault="0099403B">
      <w:pPr>
        <w:spacing w:line="240" w:lineRule="auto"/>
      </w:pPr>
      <w:r>
        <w:separator/>
      </w:r>
    </w:p>
  </w:endnote>
  <w:endnote w:type="continuationSeparator" w:id="0">
    <w:p w:rsidR="0099403B" w:rsidRDefault="009940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E4F" w:rsidRPr="00B36E4F" w:rsidRDefault="00B36E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CFD" w:rsidRPr="00B36E4F" w:rsidRDefault="004D0CFD">
    <w:pPr>
      <w:pStyle w:val="Footer"/>
      <w:rPr>
        <w:i/>
        <w:sz w:val="18"/>
        <w:szCs w:val="18"/>
      </w:rPr>
    </w:pPr>
    <w:r w:rsidRPr="00B36E4F">
      <w:rPr>
        <w:i/>
        <w:sz w:val="18"/>
        <w:szCs w:val="18"/>
      </w:rPr>
      <w:t xml:space="preserve">Developed by Climate Interactive, MIT Sloan School of Management Sustainability Initiative, ESB Business School, and UMass Lowell Climate Change Initiative. Last updated September 2019. </w:t>
    </w:r>
    <w:hyperlink r:id="rId1" w:history="1">
      <w:r w:rsidRPr="00B36E4F">
        <w:rPr>
          <w:rStyle w:val="Hyperlink"/>
          <w:i/>
          <w:sz w:val="18"/>
          <w:szCs w:val="18"/>
        </w:rPr>
        <w:t>www.cllmatelnteractlve.org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E4F" w:rsidRPr="00B36E4F" w:rsidRDefault="00B36E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03B" w:rsidRDefault="0099403B"/>
  </w:footnote>
  <w:footnote w:type="continuationSeparator" w:id="0">
    <w:p w:rsidR="0099403B" w:rsidRDefault="009940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E4F" w:rsidRPr="00B36E4F" w:rsidRDefault="00B36E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E4F" w:rsidRPr="00B36E4F" w:rsidRDefault="00B36E4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E4F" w:rsidRPr="00B36E4F" w:rsidRDefault="00B36E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8DA679E8"/>
    <w:lvl w:ilvl="0">
      <w:start w:val="1"/>
      <w:numFmt w:val="decimal"/>
      <w:pStyle w:val="Heading1"/>
      <w:lvlText w:val="%1."/>
      <w:legacy w:legacy="1" w:legacySpace="0" w:legacyIndent="0"/>
      <w:lvlJc w:val="left"/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413B2488"/>
    <w:multiLevelType w:val="multilevel"/>
    <w:tmpl w:val="69EAB3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D77"/>
    <w:rsid w:val="000277C8"/>
    <w:rsid w:val="00031CA9"/>
    <w:rsid w:val="0006720E"/>
    <w:rsid w:val="000A6D24"/>
    <w:rsid w:val="001078EC"/>
    <w:rsid w:val="001C2DE2"/>
    <w:rsid w:val="001D1C86"/>
    <w:rsid w:val="002C165A"/>
    <w:rsid w:val="002C1D77"/>
    <w:rsid w:val="00334371"/>
    <w:rsid w:val="003D1D09"/>
    <w:rsid w:val="003E6893"/>
    <w:rsid w:val="004461C0"/>
    <w:rsid w:val="004D0CFD"/>
    <w:rsid w:val="00571732"/>
    <w:rsid w:val="005C1752"/>
    <w:rsid w:val="005D1516"/>
    <w:rsid w:val="005E3394"/>
    <w:rsid w:val="006933D5"/>
    <w:rsid w:val="006D3A3F"/>
    <w:rsid w:val="006F40BF"/>
    <w:rsid w:val="007412A6"/>
    <w:rsid w:val="007835BC"/>
    <w:rsid w:val="007A09A4"/>
    <w:rsid w:val="008A0F13"/>
    <w:rsid w:val="0091067F"/>
    <w:rsid w:val="0099403B"/>
    <w:rsid w:val="00A26097"/>
    <w:rsid w:val="00AC4033"/>
    <w:rsid w:val="00B36E4F"/>
    <w:rsid w:val="00B629B3"/>
    <w:rsid w:val="00BE2C0D"/>
    <w:rsid w:val="00BE3933"/>
    <w:rsid w:val="00BE4994"/>
    <w:rsid w:val="00C04611"/>
    <w:rsid w:val="00C10DFE"/>
    <w:rsid w:val="00C4286D"/>
    <w:rsid w:val="00CA7CDC"/>
    <w:rsid w:val="00DC05B0"/>
    <w:rsid w:val="00E33A9D"/>
    <w:rsid w:val="00E43951"/>
    <w:rsid w:val="00F656C6"/>
    <w:rsid w:val="00FE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561F1C2-42BC-4F4E-8254-990BCDF033C0}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CFD"/>
    <w:pPr>
      <w:widowControl/>
      <w:spacing w:line="288" w:lineRule="auto"/>
      <w:jc w:val="both"/>
    </w:pPr>
    <w:rPr>
      <w:sz w:val="22"/>
      <w:szCs w:val="22"/>
      <w:lang w:val="en-GB" w:bidi="ar-SA"/>
    </w:rPr>
  </w:style>
  <w:style w:type="paragraph" w:styleId="Heading1">
    <w:name w:val="heading 1"/>
    <w:basedOn w:val="Normal"/>
    <w:next w:val="Normal"/>
    <w:link w:val="Heading1Char"/>
    <w:qFormat/>
    <w:rsid w:val="004D0CFD"/>
    <w:pPr>
      <w:numPr>
        <w:numId w:val="2"/>
      </w:numPr>
      <w:ind w:left="567" w:hanging="567"/>
      <w:outlineLvl w:val="0"/>
    </w:pPr>
    <w:rPr>
      <w:kern w:val="28"/>
    </w:rPr>
  </w:style>
  <w:style w:type="paragraph" w:styleId="Heading2">
    <w:name w:val="heading 2"/>
    <w:basedOn w:val="Normal"/>
    <w:next w:val="Normal"/>
    <w:link w:val="Heading2Char"/>
    <w:qFormat/>
    <w:rsid w:val="004D0CFD"/>
    <w:pPr>
      <w:numPr>
        <w:ilvl w:val="1"/>
        <w:numId w:val="2"/>
      </w:numPr>
      <w:ind w:left="567" w:hanging="567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4D0CFD"/>
    <w:pPr>
      <w:numPr>
        <w:ilvl w:val="2"/>
        <w:numId w:val="2"/>
      </w:numPr>
      <w:ind w:left="567" w:hanging="567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4D0CFD"/>
    <w:pPr>
      <w:numPr>
        <w:ilvl w:val="3"/>
        <w:numId w:val="2"/>
      </w:numPr>
      <w:ind w:left="567" w:hanging="567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4D0CFD"/>
    <w:pPr>
      <w:numPr>
        <w:ilvl w:val="4"/>
        <w:numId w:val="2"/>
      </w:numPr>
      <w:ind w:left="567" w:hanging="567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4D0CFD"/>
    <w:pPr>
      <w:numPr>
        <w:ilvl w:val="5"/>
        <w:numId w:val="2"/>
      </w:numPr>
      <w:ind w:left="567" w:hanging="567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4D0CFD"/>
    <w:pPr>
      <w:numPr>
        <w:ilvl w:val="6"/>
        <w:numId w:val="2"/>
      </w:numPr>
      <w:ind w:left="567" w:hanging="567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4D0CFD"/>
    <w:pPr>
      <w:numPr>
        <w:ilvl w:val="7"/>
        <w:numId w:val="2"/>
      </w:numPr>
      <w:ind w:left="567" w:hanging="567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4D0CFD"/>
    <w:pPr>
      <w:numPr>
        <w:ilvl w:val="8"/>
        <w:numId w:val="2"/>
      </w:numPr>
      <w:ind w:left="567" w:hanging="567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0CFD"/>
    <w:rPr>
      <w:color w:val="0563C1" w:themeColor="hyperlink"/>
      <w:u w:val="single"/>
    </w:rPr>
  </w:style>
  <w:style w:type="character" w:customStyle="1" w:styleId="Heading11">
    <w:name w:val="Heading #1|1_"/>
    <w:basedOn w:val="DefaultParagraphFont"/>
    <w:link w:val="Heading110"/>
    <w:rPr>
      <w:rFonts w:ascii="Arial" w:eastAsia="Arial" w:hAnsi="Arial" w:cs="Arial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Bodytext2">
    <w:name w:val="Body text|2"/>
    <w:basedOn w:val="DefaultParagraphFont"/>
    <w:semiHidden/>
    <w:unhideWhenUsed/>
    <w:rsid w:val="000A6D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E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Bodytext20">
    <w:name w:val="Body text|2"/>
    <w:basedOn w:val="DefaultParagraphFont"/>
    <w:semiHidden/>
    <w:unhideWhenUsed/>
    <w:rsid w:val="000A6D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E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Bodytext21">
    <w:name w:val="Body text|2"/>
    <w:basedOn w:val="DefaultParagraphFont"/>
    <w:semiHidden/>
    <w:unhideWhenUsed/>
    <w:rsid w:val="000A6D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222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Bodytext2Bold">
    <w:name w:val="Body text|2 + Bold"/>
    <w:basedOn w:val="DefaultParagraphFont"/>
    <w:semiHidden/>
    <w:unhideWhenUsed/>
    <w:rsid w:val="000A6D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Bodytext26pt">
    <w:name w:val="Body text|2 + 6 pt"/>
    <w:basedOn w:val="DefaultParagraphFont"/>
    <w:semiHidden/>
    <w:unhideWhenUsed/>
    <w:rsid w:val="000A6D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Bodytext3NotBold">
    <w:name w:val="Body text|3 + Not Bold"/>
    <w:basedOn w:val="DefaultParagraphFont"/>
    <w:semiHidden/>
    <w:unhideWhenUsed/>
    <w:rsid w:val="000A6D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Bodytext36ptNotBold">
    <w:name w:val="Body text|3 + 6 pt;Not Bold"/>
    <w:basedOn w:val="DefaultParagraphFont"/>
    <w:semiHidden/>
    <w:unhideWhenUsed/>
    <w:rsid w:val="000A6D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Bodytext3">
    <w:name w:val="Body text|3"/>
    <w:basedOn w:val="DefaultParagraphFont"/>
    <w:semiHidden/>
    <w:unhideWhenUsed/>
    <w:rsid w:val="000A6D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22222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Bodytext26pt0">
    <w:name w:val="Body text|2 + 6 pt"/>
    <w:basedOn w:val="DefaultParagraphFont"/>
    <w:semiHidden/>
    <w:unhideWhenUsed/>
    <w:rsid w:val="000A6D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222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Bodytext2Bold0">
    <w:name w:val="Body text|2 + Bold"/>
    <w:basedOn w:val="DefaultParagraphFont"/>
    <w:semiHidden/>
    <w:unhideWhenUsed/>
    <w:rsid w:val="000A6D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22222"/>
      <w:spacing w:val="0"/>
      <w:w w:val="100"/>
      <w:position w:val="0"/>
      <w:sz w:val="22"/>
      <w:szCs w:val="22"/>
      <w:u w:val="none"/>
      <w:lang w:val="en-US" w:eastAsia="en-US" w:bidi="en-US"/>
    </w:rPr>
  </w:style>
  <w:style w:type="table" w:styleId="TableGrid">
    <w:name w:val="Table Grid"/>
    <w:basedOn w:val="TableNormal"/>
    <w:uiPriority w:val="39"/>
    <w:rsid w:val="004D0C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10">
    <w:name w:val="Heading #1|1"/>
    <w:basedOn w:val="Normal"/>
    <w:link w:val="Heading11"/>
    <w:qFormat/>
    <w:pPr>
      <w:widowControl w:val="0"/>
      <w:shd w:val="clear" w:color="auto" w:fill="FFFFFF"/>
      <w:spacing w:after="300" w:line="402" w:lineRule="exact"/>
      <w:jc w:val="center"/>
      <w:outlineLvl w:val="0"/>
    </w:pPr>
    <w:rPr>
      <w:rFonts w:ascii="Arial" w:eastAsia="Arial" w:hAnsi="Arial" w:cs="Arial"/>
      <w:b/>
      <w:bCs/>
      <w:sz w:val="36"/>
      <w:szCs w:val="36"/>
    </w:rPr>
  </w:style>
  <w:style w:type="character" w:customStyle="1" w:styleId="Heading1Char">
    <w:name w:val="Heading 1 Char"/>
    <w:basedOn w:val="DefaultParagraphFont"/>
    <w:link w:val="Heading1"/>
    <w:rsid w:val="004D0CFD"/>
    <w:rPr>
      <w:kern w:val="28"/>
      <w:sz w:val="22"/>
      <w:szCs w:val="22"/>
      <w:lang w:bidi="ar-SA"/>
    </w:rPr>
  </w:style>
  <w:style w:type="character" w:customStyle="1" w:styleId="Heading2Char">
    <w:name w:val="Heading 2 Char"/>
    <w:basedOn w:val="DefaultParagraphFont"/>
    <w:link w:val="Heading2"/>
    <w:rsid w:val="004D0CFD"/>
    <w:rPr>
      <w:sz w:val="22"/>
      <w:szCs w:val="22"/>
      <w:lang w:bidi="ar-SA"/>
    </w:rPr>
  </w:style>
  <w:style w:type="character" w:customStyle="1" w:styleId="Heading3Char">
    <w:name w:val="Heading 3 Char"/>
    <w:basedOn w:val="DefaultParagraphFont"/>
    <w:link w:val="Heading3"/>
    <w:rsid w:val="004D0CFD"/>
    <w:rPr>
      <w:sz w:val="22"/>
      <w:szCs w:val="22"/>
      <w:lang w:bidi="ar-SA"/>
    </w:rPr>
  </w:style>
  <w:style w:type="character" w:customStyle="1" w:styleId="Heading4Char">
    <w:name w:val="Heading 4 Char"/>
    <w:basedOn w:val="DefaultParagraphFont"/>
    <w:link w:val="Heading4"/>
    <w:rsid w:val="004D0CFD"/>
    <w:rPr>
      <w:sz w:val="22"/>
      <w:szCs w:val="22"/>
      <w:lang w:bidi="ar-SA"/>
    </w:rPr>
  </w:style>
  <w:style w:type="character" w:customStyle="1" w:styleId="Heading5Char">
    <w:name w:val="Heading 5 Char"/>
    <w:basedOn w:val="DefaultParagraphFont"/>
    <w:link w:val="Heading5"/>
    <w:rsid w:val="004D0CFD"/>
    <w:rPr>
      <w:sz w:val="22"/>
      <w:szCs w:val="22"/>
      <w:lang w:bidi="ar-SA"/>
    </w:rPr>
  </w:style>
  <w:style w:type="character" w:customStyle="1" w:styleId="Heading6Char">
    <w:name w:val="Heading 6 Char"/>
    <w:basedOn w:val="DefaultParagraphFont"/>
    <w:link w:val="Heading6"/>
    <w:rsid w:val="004D0CFD"/>
    <w:rPr>
      <w:sz w:val="22"/>
      <w:szCs w:val="22"/>
      <w:lang w:bidi="ar-SA"/>
    </w:rPr>
  </w:style>
  <w:style w:type="character" w:customStyle="1" w:styleId="Heading7Char">
    <w:name w:val="Heading 7 Char"/>
    <w:basedOn w:val="DefaultParagraphFont"/>
    <w:link w:val="Heading7"/>
    <w:rsid w:val="004D0CFD"/>
    <w:rPr>
      <w:sz w:val="22"/>
      <w:szCs w:val="22"/>
      <w:lang w:bidi="ar-SA"/>
    </w:rPr>
  </w:style>
  <w:style w:type="character" w:customStyle="1" w:styleId="Heading8Char">
    <w:name w:val="Heading 8 Char"/>
    <w:basedOn w:val="DefaultParagraphFont"/>
    <w:link w:val="Heading8"/>
    <w:rsid w:val="004D0CFD"/>
    <w:rPr>
      <w:sz w:val="22"/>
      <w:szCs w:val="22"/>
      <w:lang w:bidi="ar-SA"/>
    </w:rPr>
  </w:style>
  <w:style w:type="character" w:customStyle="1" w:styleId="Heading9Char">
    <w:name w:val="Heading 9 Char"/>
    <w:basedOn w:val="DefaultParagraphFont"/>
    <w:link w:val="Heading9"/>
    <w:rsid w:val="004D0CFD"/>
    <w:rPr>
      <w:sz w:val="22"/>
      <w:szCs w:val="22"/>
      <w:lang w:bidi="ar-SA"/>
    </w:rPr>
  </w:style>
  <w:style w:type="paragraph" w:styleId="Footer">
    <w:name w:val="footer"/>
    <w:basedOn w:val="Normal"/>
    <w:link w:val="FooterChar"/>
    <w:qFormat/>
    <w:rsid w:val="004D0CFD"/>
  </w:style>
  <w:style w:type="character" w:customStyle="1" w:styleId="FooterChar">
    <w:name w:val="Footer Char"/>
    <w:basedOn w:val="DefaultParagraphFont"/>
    <w:link w:val="Footer"/>
    <w:rsid w:val="004D0CFD"/>
    <w:rPr>
      <w:sz w:val="22"/>
      <w:szCs w:val="22"/>
      <w:lang w:bidi="ar-SA"/>
    </w:rPr>
  </w:style>
  <w:style w:type="paragraph" w:styleId="FootnoteText">
    <w:name w:val="footnote text"/>
    <w:basedOn w:val="Normal"/>
    <w:link w:val="FootnoteTextChar"/>
    <w:qFormat/>
    <w:rsid w:val="004D0CFD"/>
    <w:pPr>
      <w:keepLines/>
      <w:spacing w:after="60" w:line="240" w:lineRule="auto"/>
      <w:ind w:left="567" w:hanging="567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rsid w:val="004D0CFD"/>
    <w:rPr>
      <w:sz w:val="16"/>
      <w:szCs w:val="22"/>
      <w:lang w:bidi="ar-SA"/>
    </w:rPr>
  </w:style>
  <w:style w:type="paragraph" w:styleId="Header">
    <w:name w:val="header"/>
    <w:basedOn w:val="Normal"/>
    <w:link w:val="HeaderChar"/>
    <w:qFormat/>
    <w:rsid w:val="004D0CFD"/>
  </w:style>
  <w:style w:type="character" w:customStyle="1" w:styleId="HeaderChar">
    <w:name w:val="Header Char"/>
    <w:basedOn w:val="DefaultParagraphFont"/>
    <w:link w:val="Header"/>
    <w:rsid w:val="004D0CFD"/>
    <w:rPr>
      <w:sz w:val="22"/>
      <w:szCs w:val="22"/>
      <w:lang w:bidi="ar-SA"/>
    </w:rPr>
  </w:style>
  <w:style w:type="paragraph" w:customStyle="1" w:styleId="quotes">
    <w:name w:val="quotes"/>
    <w:basedOn w:val="Normal"/>
    <w:next w:val="Normal"/>
    <w:rsid w:val="004D0CFD"/>
    <w:pPr>
      <w:ind w:left="720"/>
    </w:pPr>
    <w:rPr>
      <w:i/>
    </w:rPr>
  </w:style>
  <w:style w:type="character" w:styleId="FootnoteReference">
    <w:name w:val="footnote reference"/>
    <w:basedOn w:val="DefaultParagraphFont"/>
    <w:unhideWhenUsed/>
    <w:qFormat/>
    <w:rsid w:val="004D0CFD"/>
    <w:rPr>
      <w:sz w:val="24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165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165A"/>
    <w:rPr>
      <w:rFonts w:ascii="Segoe UI" w:hAnsi="Segoe UI" w:cs="Segoe UI"/>
      <w:sz w:val="18"/>
      <w:szCs w:val="18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llmatelnteractlve.org" TargetMode="Externa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C:\Users\OSORIAD\Desktop\Carpeta%20de%20descargas\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fc960a6-20da-4c94-8684-71380fca093b">CTJJHAUHWN5E-644613129-991</_dlc_DocId>
    <_dlc_DocIdUrl xmlns="bfc960a6-20da-4c94-8684-71380fca093b">
      <Url>http://dm2016/eesc/2019/_layouts/15/DocIdRedir.aspx?ID=CTJJHAUHWN5E-644613129-991</Url>
      <Description>CTJJHAUHWN5E-644613129-991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INFO</TermName>
          <TermId xmlns="http://schemas.microsoft.com/office/infopath/2007/PartnerControls">d9136e7c-93a9-4c42-9d28-92b61e85f80c</TermId>
        </TermInfo>
      </Terms>
    </DocumentType_0>
    <Procedure xmlns="bfc960a6-20da-4c94-8684-71380fca093b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EESC</TermName>
          <TermId xmlns="http://schemas.microsoft.com/office/infopath/2007/PartnerControls">422833ec-8d7e-4e65-8e4e-8bed07ffb729</TermId>
        </TermInfo>
      </Terms>
    </DocumentSource_0>
    <ProductionDate xmlns="bfc960a6-20da-4c94-8684-71380fca093b">2019-11-28T12:00:00+00:00</ProductionDate>
    <FicheYear xmlns="bfc960a6-20da-4c94-8684-71380fca093b">2019</FicheYear>
    <DocumentNumber xmlns="8374e8f1-db99-4c7a-b8f0-8b1e32999b5b">5163</DocumentNumber>
    <DocumentVersion xmlns="bfc960a6-20da-4c94-8684-71380fca093b">0</DocumentVersion>
    <DossierNumber xmlns="bfc960a6-20da-4c94-8684-71380fca093b" xsi:nil="true"/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bfc960a6-20da-4c94-8684-71380fca093b" xsi:nil="true"/>
    <TaxCatchAll xmlns="bfc960a6-20da-4c94-8684-71380fca093b">
      <Value>7</Value>
      <Value>246</Value>
      <Value>21</Value>
      <Value>152</Value>
      <Value>162</Value>
      <Value>11</Value>
      <Value>5</Value>
      <Value>154</Value>
      <Value>153</Value>
      <Value>4</Value>
      <Value>2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MK</TermName>
          <TermId xmlns="http://schemas.microsoft.com/office/infopath/2007/PartnerControls">34ce48bb-063e-4413-a932-50853dc71c5c</TermId>
        </TermInfo>
      </Terms>
    </DocumentLanguage_0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Rapporteur xmlns="bfc960a6-20da-4c94-8684-71380fca093b" xsi:nil="true"/>
    <DocumentYear xmlns="bfc960a6-20da-4c94-8684-71380fca093b">2019</DocumentYear>
    <FicheNumber xmlns="bfc960a6-20da-4c94-8684-71380fca093b">11388</FicheNumber>
    <DocumentPart xmlns="bfc960a6-20da-4c94-8684-71380fca093b">5</DocumentPart>
    <AdoptionDate xmlns="bfc960a6-20da-4c94-8684-71380fca093b" xsi:nil="true"/>
    <RequestingService xmlns="bfc960a6-20da-4c94-8684-71380fca093b">Visites / Publications</RequestingService>
    <MeetingName_0 xmlns="http://schemas.microsoft.com/sharepoint/v3/fields">
      <Terms xmlns="http://schemas.microsoft.com/office/infopath/2007/PartnerControls"/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MK</TermName>
          <TermId xmlns="http://schemas.microsoft.com/office/infopath/2007/PartnerControls">34ce48bb-063e-4413-a932-50853dc71c5c</TermId>
        </TermInfo>
        <TermInfo xmlns="http://schemas.microsoft.com/office/infopath/2007/PartnerControls">
          <TermName xmlns="http://schemas.microsoft.com/office/infopath/2007/PartnerControls">TR</TermName>
          <TermId xmlns="http://schemas.microsoft.com/office/infopath/2007/PartnerControls">6e4ededd-04c4-4fa0-94e0-1028050302d5</TermId>
        </TermInfo>
        <TermInfo xmlns="http://schemas.microsoft.com/office/infopath/2007/PartnerControls">
          <TermName xmlns="http://schemas.microsoft.com/office/infopath/2007/PartnerControls">SQ</TermName>
          <TermId xmlns="http://schemas.microsoft.com/office/infopath/2007/PartnerControls">5ac17240-8d11-45ec-9893-659b209d7a00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SR</TermName>
          <TermId xmlns="http://schemas.microsoft.com/office/infopath/2007/PartnerControls">7f3a1d13-b985-4bfd-981e-afe31377edff</TermId>
        </TermInfo>
        <TermInfo xmlns="http://schemas.microsoft.com/office/infopath/2007/PartnerControls">
          <TermName xmlns="http://schemas.microsoft.com/office/infopath/2007/PartnerControls">ME</TermName>
          <TermId xmlns="http://schemas.microsoft.com/office/infopath/2007/PartnerControls">925b3da5-5ac0-4b3c-928c-6ef66a5c9b3c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8374e8f1-db99-4c7a-b8f0-8b1e32999b5b" xsi:nil="true"/>
    <DossierName_0 xmlns="http://schemas.microsoft.com/sharepoint/v3/fields">
      <Terms xmlns="http://schemas.microsoft.com/office/infopath/2007/PartnerControls"/>
    </DossierName_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4A07B7D2C585754B97D3BEF52E07EE2D" ma:contentTypeVersion="6" ma:contentTypeDescription="Defines the documents for Document Manager V2" ma:contentTypeScope="" ma:versionID="d518878967af7d15d6bc7d5276b505ac">
  <xsd:schema xmlns:xsd="http://www.w3.org/2001/XMLSchema" xmlns:xs="http://www.w3.org/2001/XMLSchema" xmlns:p="http://schemas.microsoft.com/office/2006/metadata/properties" xmlns:ns2="bfc960a6-20da-4c94-8684-71380fca093b" xmlns:ns3="http://schemas.microsoft.com/sharepoint/v3/fields" xmlns:ns4="8374e8f1-db99-4c7a-b8f0-8b1e32999b5b" targetNamespace="http://schemas.microsoft.com/office/2006/metadata/properties" ma:root="true" ma:fieldsID="867771dad2aab2ee45bc2d2a02fd9ee3" ns2:_="" ns3:_="" ns4:_="">
    <xsd:import namespace="bfc960a6-20da-4c94-8684-71380fca093b"/>
    <xsd:import namespace="http://schemas.microsoft.com/sharepoint/v3/fields"/>
    <xsd:import namespace="8374e8f1-db99-4c7a-b8f0-8b1e32999b5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960a6-20da-4c94-8684-71380fca093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DossierNumber" ma:index="14" nillable="true" ma:displayName="Dossier Number" ma:decimals="0" ma:internalName="DossierNumber">
      <xsd:simpleType>
        <xsd:restriction base="dms:Unknown"/>
      </xsd:simpleType>
    </xsd:element>
    <xsd:element name="Rapporteur" ma:index="16" nillable="true" ma:displayName="Rapporteur" ma:internalName="Rapporteur">
      <xsd:simpleType>
        <xsd:restriction base="dms:Text"/>
      </xsd:simpleType>
    </xsd:element>
    <xsd:element name="AdoptionDate" ma:index="17" nillable="true" ma:displayName="Adoption Date" ma:format="DateOnly" ma:internalName="AdoptionDate">
      <xsd:simpleType>
        <xsd:restriction base="dms:DateTime"/>
      </xsd:simpleType>
    </xsd:element>
    <xsd:element name="TaxCatchAll" ma:index="19" nillable="true" ma:displayName="Taxonomy Catch All Column" ma:description="" ma:hidden="true" ma:list="{4e4b016f-42fc-4499-ae6e-4c1333bbc229}" ma:internalName="TaxCatchAll" ma:showField="CatchAllData" ma:web="bfc960a6-20da-4c94-8684-71380fca09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4e4b016f-42fc-4499-ae6e-4c1333bbc229}" ma:internalName="TaxCatchAllLabel" ma:readOnly="true" ma:showField="CatchAllDataLabel" ma:web="bfc960a6-20da-4c94-8684-71380fca09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5" nillable="true" ma:displayName="Meeting Date" ma:format="DateOnly" ma:internalName="MeetingDate">
      <xsd:simpleType>
        <xsd:restriction base="dms:DateTime"/>
      </xsd:simpleType>
    </xsd:element>
    <xsd:element name="Procedure" ma:index="28" nillable="true" ma:displayName="Procedure" ma:internalName="Procedure">
      <xsd:simpleType>
        <xsd:restriction base="dms:Text"/>
      </xsd:simpleType>
    </xsd:element>
    <xsd:element name="DocumentYear" ma:index="33" ma:displayName="Document Year" ma:decimals="0" ma:internalName="DocumentYear">
      <xsd:simpleType>
        <xsd:restriction base="dms:Unknown"/>
      </xsd:simpleType>
    </xsd:element>
    <xsd:element name="DocumentPart" ma:index="36" nillable="true" ma:displayName="Document Part" ma:decimals="0" ma:internalName="DocumentPart">
      <xsd:simpleType>
        <xsd:restriction base="dms:Unknown"/>
      </xsd:simpleType>
    </xsd:element>
    <xsd:element name="FicheYear" ma:index="41" nillable="true" ma:displayName="Fiche Year" ma:decimals="0" ma:internalName="FicheYear">
      <xsd:simpleType>
        <xsd:restriction base="dms:Unknown"/>
      </xsd:simpleType>
    </xsd:element>
    <xsd:element name="RequestingService" ma:index="42" nillable="true" ma:displayName="Requesting Service" ma:internalName="RequestingService">
      <xsd:simpleType>
        <xsd:restriction base="dms:Text"/>
      </xsd:simpleType>
    </xsd:element>
    <xsd:element name="FicheNumber" ma:index="43" nillable="true" ma:displayName="Fiche Number" ma:decimals="0" ma:internalName="FicheNumber">
      <xsd:simpleType>
        <xsd:restriction base="dms:Unknown"/>
      </xsd:simpleType>
    </xsd:element>
    <xsd:element name="DocumentVersion" ma:index="46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8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2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6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29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1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4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7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9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4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74e8f1-db99-4c7a-b8f0-8b1e32999b5b" elementFormDefault="qualified">
    <xsd:import namespace="http://schemas.microsoft.com/office/2006/documentManagement/types"/>
    <xsd:import namespace="http://schemas.microsoft.com/office/infopath/2007/PartnerControls"/>
    <xsd:element name="MeetingNumber" ma:index="15" nillable="true" ma:displayName="Meeting Number" ma:decimals="0" ma:indexed="true" ma:internalName="MeetingNumber">
      <xsd:simpleType>
        <xsd:restriction base="dms:Unknown"/>
      </xsd:simpleType>
    </xsd:element>
    <xsd:element name="DocumentNumber" ma:index="24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4A19DE-1809-40B6-9B1D-10C4FCAC1EA0}"/>
</file>

<file path=customXml/itemProps2.xml><?xml version="1.0" encoding="utf-8"?>
<ds:datastoreItem xmlns:ds="http://schemas.openxmlformats.org/officeDocument/2006/customXml" ds:itemID="{FAEB0DF6-E10D-423D-8AB0-34A6EBAC149E}"/>
</file>

<file path=customXml/itemProps3.xml><?xml version="1.0" encoding="utf-8"?>
<ds:datastoreItem xmlns:ds="http://schemas.openxmlformats.org/officeDocument/2006/customXml" ds:itemID="{8D630DDF-31BC-4D7C-941E-68E3FFD014A5}"/>
</file>

<file path=customXml/itemProps4.xml><?xml version="1.0" encoding="utf-8"?>
<ds:datastoreItem xmlns:ds="http://schemas.openxmlformats.org/officeDocument/2006/customXml" ds:itemID="{14F4E614-E742-4274-ABC1-A150654417BC}"/>
</file>

<file path=docProps/app.xml><?xml version="1.0" encoding="utf-8"?>
<Properties xmlns="http://schemas.openxmlformats.org/officeDocument/2006/extended-properties" xmlns:vt="http://schemas.openxmlformats.org/officeDocument/2006/docPropsVTypes">
  <Template>Carpeta de descargas</Template>
  <TotalTime>1</TotalTime>
  <Pages>3</Pages>
  <Words>1216</Words>
  <Characters>6937</Characters>
  <Application>Microsoft Office Word</Application>
  <DocSecurity>4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CDT</Company>
  <LinksUpToDate>false</LinksUpToDate>
  <CharactersWithSpaces>8137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YEYS 2020 - Working Documents - Group 6A - Developed Nations</dc:title>
  <dc:creator>CDT</dc:creator>
  <cp:keywords>EESC-2019-05163-05-00-INFO-TRA-EN</cp:keywords>
  <dc:description>Rapporteur:  - Original language: EN - Date of document: 28/11/2019 - Date of meeting:  - External documents:  - Administrator: MME Lahousse Chloé</dc:description>
  <cp:lastModifiedBy>Robert Urukalo</cp:lastModifiedBy>
  <cp:revision>2</cp:revision>
  <dcterms:created xsi:type="dcterms:W3CDTF">2019-11-28T13:39:00Z</dcterms:created>
  <dcterms:modified xsi:type="dcterms:W3CDTF">2019-11-28T13:39:00Z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15/11/2019, 15/11/2019</vt:lpwstr>
  </property>
  <property fmtid="{D5CDD505-2E9C-101B-9397-08002B2CF9AE}" pid="4" name="Pref_Time">
    <vt:lpwstr>11:50:56, 11:31:01</vt:lpwstr>
  </property>
  <property fmtid="{D5CDD505-2E9C-101B-9397-08002B2CF9AE}" pid="5" name="Pref_User">
    <vt:lpwstr>hnic, ssex</vt:lpwstr>
  </property>
  <property fmtid="{D5CDD505-2E9C-101B-9397-08002B2CF9AE}" pid="6" name="Pref_FileName">
    <vt:lpwstr>EESC-2019-05163-05-00-INFO-TRA-EN-CRR.docx, EESC-2019-05163-05-00-INFO-ORI.docx</vt:lpwstr>
  </property>
  <property fmtid="{D5CDD505-2E9C-101B-9397-08002B2CF9AE}" pid="7" name="ContentTypeId">
    <vt:lpwstr>0x010100EA97B91038054C99906057A708A1480A004A07B7D2C585754B97D3BEF52E07EE2D</vt:lpwstr>
  </property>
  <property fmtid="{D5CDD505-2E9C-101B-9397-08002B2CF9AE}" pid="8" name="_dlc_DocIdItemGuid">
    <vt:lpwstr>ad190748-7021-4bd4-b020-1099b76a020e</vt:lpwstr>
  </property>
  <property fmtid="{D5CDD505-2E9C-101B-9397-08002B2CF9AE}" pid="9" name="AvailableTranslations">
    <vt:lpwstr>152;#MK|34ce48bb-063e-4413-a932-50853dc71c5c;#162;#TR|6e4ededd-04c4-4fa0-94e0-1028050302d5;#154;#SQ|5ac17240-8d11-45ec-9893-659b209d7a00;#4;#EN|f2175f21-25d7-44a3-96da-d6a61b075e1b;#153;#SR|7f3a1d13-b985-4bfd-981e-afe31377edff;#246;#ME|925b3da5-5ac0-4b3c-928c-6ef66a5c9b3c;#21;#IT|0774613c-01ed-4e5d-a25d-11d2388de825</vt:lpwstr>
  </property>
  <property fmtid="{D5CDD505-2E9C-101B-9397-08002B2CF9AE}" pid="10" name="DocumentType_0">
    <vt:lpwstr>INFO|d9136e7c-93a9-4c42-9d28-92b61e85f80c</vt:lpwstr>
  </property>
  <property fmtid="{D5CDD505-2E9C-101B-9397-08002B2CF9AE}" pid="11" name="DossierName_0">
    <vt:lpwstr/>
  </property>
  <property fmtid="{D5CDD505-2E9C-101B-9397-08002B2CF9AE}" pid="12" name="DocumentSource_0">
    <vt:lpwstr>EESC|422833ec-8d7e-4e65-8e4e-8bed07ffb729</vt:lpwstr>
  </property>
  <property fmtid="{D5CDD505-2E9C-101B-9397-08002B2CF9AE}" pid="13" name="DocumentNumber">
    <vt:i4>5163</vt:i4>
  </property>
  <property fmtid="{D5CDD505-2E9C-101B-9397-08002B2CF9AE}" pid="14" name="FicheYear">
    <vt:i4>2019</vt:i4>
  </property>
  <property fmtid="{D5CDD505-2E9C-101B-9397-08002B2CF9AE}" pid="15" name="DocumentVersion">
    <vt:i4>0</vt:i4>
  </property>
  <property fmtid="{D5CDD505-2E9C-101B-9397-08002B2CF9AE}" pid="16" name="DocumentStatus">
    <vt:lpwstr>2;#TRA|150d2a88-1431-44e6-a8ca-0bb753ab8672</vt:lpwstr>
  </property>
  <property fmtid="{D5CDD505-2E9C-101B-9397-08002B2CF9AE}" pid="17" name="DocumentPart">
    <vt:i4>5</vt:i4>
  </property>
  <property fmtid="{D5CDD505-2E9C-101B-9397-08002B2CF9AE}" pid="18" name="DossierName">
    <vt:lpwstr/>
  </property>
  <property fmtid="{D5CDD505-2E9C-101B-9397-08002B2CF9AE}" pid="19" name="DocumentSource">
    <vt:lpwstr>1;#EESC|422833ec-8d7e-4e65-8e4e-8bed07ffb729</vt:lpwstr>
  </property>
  <property fmtid="{D5CDD505-2E9C-101B-9397-08002B2CF9AE}" pid="21" name="DocumentType">
    <vt:lpwstr>11;#INFO|d9136e7c-93a9-4c42-9d28-92b61e85f80c</vt:lpwstr>
  </property>
  <property fmtid="{D5CDD505-2E9C-101B-9397-08002B2CF9AE}" pid="22" name="RequestingService">
    <vt:lpwstr>Visites / Publications</vt:lpwstr>
  </property>
  <property fmtid="{D5CDD505-2E9C-101B-9397-08002B2CF9AE}" pid="23" name="Confidentiality">
    <vt:lpwstr>5;#Unrestricted|826e22d7-d029-4ec0-a450-0c28ff673572</vt:lpwstr>
  </property>
  <property fmtid="{D5CDD505-2E9C-101B-9397-08002B2CF9AE}" pid="24" name="MeetingName_0">
    <vt:lpwstr/>
  </property>
  <property fmtid="{D5CDD505-2E9C-101B-9397-08002B2CF9AE}" pid="25" name="Confidentiality_0">
    <vt:lpwstr>Unrestricted|826e22d7-d029-4ec0-a450-0c28ff673572</vt:lpwstr>
  </property>
  <property fmtid="{D5CDD505-2E9C-101B-9397-08002B2CF9AE}" pid="26" name="OriginalLanguage">
    <vt:lpwstr>4;#EN|f2175f21-25d7-44a3-96da-d6a61b075e1b</vt:lpwstr>
  </property>
  <property fmtid="{D5CDD505-2E9C-101B-9397-08002B2CF9AE}" pid="27" name="MeetingName">
    <vt:lpwstr/>
  </property>
  <property fmtid="{D5CDD505-2E9C-101B-9397-08002B2CF9AE}" pid="29" name="AvailableTranslations_0">
    <vt:lpwstr>EN|f2175f21-25d7-44a3-96da-d6a61b075e1b;ME|925b3da5-5ac0-4b3c-928c-6ef66a5c9b3c</vt:lpwstr>
  </property>
  <property fmtid="{D5CDD505-2E9C-101B-9397-08002B2CF9AE}" pid="30" name="DocumentStatus_0">
    <vt:lpwstr>TRA|150d2a88-1431-44e6-a8ca-0bb753ab8672</vt:lpwstr>
  </property>
  <property fmtid="{D5CDD505-2E9C-101B-9397-08002B2CF9AE}" pid="31" name="OriginalLanguage_0">
    <vt:lpwstr>EN|f2175f21-25d7-44a3-96da-d6a61b075e1b</vt:lpwstr>
  </property>
  <property fmtid="{D5CDD505-2E9C-101B-9397-08002B2CF9AE}" pid="32" name="TaxCatchAll">
    <vt:lpwstr>11;#INFO|d9136e7c-93a9-4c42-9d28-92b61e85f80c;#246;#ME|925b3da5-5ac0-4b3c-928c-6ef66a5c9b3c;#7;#Final|ea5e6674-7b27-4bac-b091-73adbb394efe;#5;#Unrestricted|826e22d7-d029-4ec0-a450-0c28ff673572;#4;#EN|f2175f21-25d7-44a3-96da-d6a61b075e1b;#2;#TRA|150d2a88-1431-44e6-a8ca-0bb753ab8672;#1;#EESC|422833ec-8d7e-4e65-8e4e-8bed07ffb729</vt:lpwstr>
  </property>
  <property fmtid="{D5CDD505-2E9C-101B-9397-08002B2CF9AE}" pid="33" name="VersionStatus_0">
    <vt:lpwstr>Final|ea5e6674-7b27-4bac-b091-73adbb394efe</vt:lpwstr>
  </property>
  <property fmtid="{D5CDD505-2E9C-101B-9397-08002B2CF9AE}" pid="34" name="VersionStatus">
    <vt:lpwstr>7;#Final|ea5e6674-7b27-4bac-b091-73adbb394efe</vt:lpwstr>
  </property>
  <property fmtid="{D5CDD505-2E9C-101B-9397-08002B2CF9AE}" pid="35" name="DocumentYear">
    <vt:i4>2019</vt:i4>
  </property>
  <property fmtid="{D5CDD505-2E9C-101B-9397-08002B2CF9AE}" pid="36" name="FicheNumber">
    <vt:i4>11388</vt:i4>
  </property>
  <property fmtid="{D5CDD505-2E9C-101B-9397-08002B2CF9AE}" pid="37" name="DocumentLanguage">
    <vt:lpwstr>152;#MK|34ce48bb-063e-4413-a932-50853dc71c5c</vt:lpwstr>
  </property>
  <property fmtid="{D5CDD505-2E9C-101B-9397-08002B2CF9AE}" pid="38" name="_docset_NoMedatataSyncRequired">
    <vt:lpwstr>False</vt:lpwstr>
  </property>
</Properties>
</file>